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0EC862DE" w:rsidR="0025617A" w:rsidRPr="00445D05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 w:rsidRPr="00074158">
        <w:rPr>
          <w:rFonts w:asciiTheme="minorHAnsi" w:hAnsiTheme="minorHAnsi" w:cs="Arial"/>
          <w:sz w:val="40"/>
        </w:rPr>
        <w:t>Impact Analysis Report</w:t>
      </w:r>
      <w:r w:rsidR="00445D05">
        <w:rPr>
          <w:rFonts w:asciiTheme="minorHAnsi" w:hAnsiTheme="minorHAnsi" w:cs="Arial"/>
          <w:sz w:val="40"/>
          <w:lang w:val="en-US"/>
        </w:rPr>
        <w:t>/RFC-Proposal</w:t>
      </w:r>
    </w:p>
    <w:p w14:paraId="7564DB7C" w14:textId="77777777" w:rsidR="0025617A" w:rsidRPr="00960D22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  <w:lang w:val="x-none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2BFD656" w:rsidR="00CE056E" w:rsidRPr="00884674" w:rsidRDefault="00445D05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</w:t>
            </w:r>
            <w:proofErr w:type="gramStart"/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0166 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</w:t>
            </w:r>
            <w:proofErr w:type="gramEnd"/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56875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7907849" w:rsidR="00FE4EC9" w:rsidRPr="004D416C" w:rsidRDefault="00884674" w:rsidP="004F6F14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884674">
              <w:rPr>
                <w:rFonts w:asciiTheme="minorHAnsi" w:hAnsiTheme="minorHAnsi" w:cs="Arial"/>
                <w:sz w:val="22"/>
                <w:szCs w:val="22"/>
                <w:lang w:val="el-GR"/>
              </w:rPr>
              <w:t>IM459434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4D466E3C" w:rsidR="00EE7CA2" w:rsidRPr="004D416C" w:rsidRDefault="004D416C" w:rsidP="00E92DD1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NA</w:t>
            </w:r>
            <w:r>
              <w:rPr>
                <w:rFonts w:asciiTheme="minorHAnsi" w:hAnsiTheme="minorHAnsi" w:cs="Arial"/>
                <w:sz w:val="22"/>
                <w:szCs w:val="22"/>
                <w:lang w:val="el-GR" w:eastAsia="x-none"/>
              </w:rPr>
              <w:t>-</w:t>
            </w:r>
            <w:r w:rsidR="00884674">
              <w:rPr>
                <w:rFonts w:asciiTheme="minorHAnsi" w:hAnsiTheme="minorHAnsi" w:cs="Arial"/>
                <w:sz w:val="22"/>
                <w:szCs w:val="22"/>
                <w:lang w:val="el-GR" w:eastAsia="x-none"/>
              </w:rPr>
              <w:t>BE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48525DD4" w:rsidR="00CE056E" w:rsidRPr="00445D05" w:rsidRDefault="00884674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445D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NCTS-P5 (DDNTA-v</w:t>
            </w:r>
            <w:r w:rsidR="00D13B94" w:rsidRPr="00445D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6F6D27" w:rsidRPr="00445D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.1</w:t>
            </w:r>
            <w:r w:rsidRPr="00445D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– </w:t>
            </w:r>
            <w:r w:rsidR="00921FE0" w:rsidRPr="00445D0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v1.00 (DDNTA Appendix A)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2337D9" w:rsidRDefault="002337D9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0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2337D9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538F5496" w:rsidR="003643E4" w:rsidRDefault="003643E4" w:rsidP="003643E4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cs="Arial"/>
                <w:b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2337D9">
              <w:rPr>
                <w:rFonts w:cs="Arial"/>
                <w:b/>
              </w:rPr>
              <w:object w:dxaOrig="225" w:dyaOrig="225" w14:anchorId="041ACD7A">
                <v:shape id="_x0000_i1031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14:paraId="2DC98205" w14:textId="77777777" w:rsidTr="003643E4">
              <w:trPr>
                <w:trHeight w:val="916"/>
              </w:trPr>
              <w:tc>
                <w:tcPr>
                  <w:tcW w:w="6573" w:type="dxa"/>
                </w:tcPr>
                <w:p w14:paraId="2D944FE3" w14:textId="751BF17E" w:rsidR="003643E4" w:rsidRDefault="003643E4" w:rsidP="003643E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3643E4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60D4F997" w:rsidR="002337D9" w:rsidRDefault="00CB36A3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521A5F1" w:rsidR="002337D9" w:rsidRDefault="00CB36A3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70633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77777777" w:rsidR="003643E4" w:rsidRPr="002337D9" w:rsidRDefault="003643E4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60629936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445D05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D10DC7" w:rsidRPr="00074158" w14:paraId="7CEBEB25" w14:textId="77777777" w:rsidTr="66B03380">
        <w:tc>
          <w:tcPr>
            <w:tcW w:w="9747" w:type="dxa"/>
            <w:vAlign w:val="center"/>
          </w:tcPr>
          <w:p w14:paraId="70DA2C8C" w14:textId="71FBB4D9" w:rsidR="002563DD" w:rsidRPr="00074158" w:rsidRDefault="00884674" w:rsidP="00D10DC7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88467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NCTS-P5: (DDNTA-v</w:t>
            </w:r>
            <w:r w:rsidR="00D13B9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5.14</w:t>
            </w:r>
            <w:r w:rsidR="000B62B2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 xml:space="preserve">.1 </w:t>
            </w:r>
            <w:r w:rsidRPr="0088467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CSE-v51.6</w:t>
            </w:r>
            <w:r w:rsidR="00B100D1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.</w:t>
            </w:r>
            <w:r w:rsidRPr="0088467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0): Updates in Appendix A</w:t>
            </w:r>
          </w:p>
        </w:tc>
      </w:tr>
      <w:tr w:rsidR="0046158E" w:rsidRPr="00074158" w14:paraId="759A9E8B" w14:textId="77777777" w:rsidTr="66B03380">
        <w:tc>
          <w:tcPr>
            <w:tcW w:w="9747" w:type="dxa"/>
            <w:vAlign w:val="center"/>
          </w:tcPr>
          <w:p w14:paraId="065A5C8B" w14:textId="0E670B26" w:rsidR="00884674" w:rsidRPr="00884674" w:rsidRDefault="00884674" w:rsidP="00884674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As per incident 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IM459434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>,</w:t>
            </w:r>
            <w:r w:rsidRPr="0020741B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raised by </w:t>
            </w:r>
            <w:r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NA-BE, </w:t>
            </w:r>
            <w:r w:rsidR="00FF2B07">
              <w:rPr>
                <w:rFonts w:asciiTheme="minorHAnsi" w:hAnsiTheme="minorHAnsi" w:cs="Arial"/>
                <w:color w:val="0070C0"/>
                <w:sz w:val="22"/>
                <w:szCs w:val="22"/>
              </w:rPr>
              <w:t>i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n TSS CSE deliverable </w:t>
            </w:r>
            <w:proofErr w:type="spellStart"/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SfA</w:t>
            </w:r>
            <w:proofErr w:type="spellEnd"/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version 51.6</w:t>
            </w:r>
            <w:r w:rsidR="0094041F">
              <w:rPr>
                <w:rFonts w:asciiTheme="minorHAnsi" w:hAnsiTheme="minorHAnsi" w:cs="Arial"/>
                <w:color w:val="0070C0"/>
                <w:sz w:val="22"/>
                <w:szCs w:val="22"/>
              </w:rPr>
              <w:t>.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0 - Appendix A (DDNTA v5.14</w:t>
            </w:r>
            <w:r w:rsidR="0094041F">
              <w:rPr>
                <w:rFonts w:asciiTheme="minorHAnsi" w:hAnsiTheme="minorHAnsi" w:cs="Arial"/>
                <w:color w:val="0070C0"/>
                <w:sz w:val="22"/>
                <w:szCs w:val="22"/>
              </w:rPr>
              <w:t>.1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), the message </w:t>
            </w:r>
            <w:r w:rsidR="00463B10">
              <w:rPr>
                <w:rFonts w:asciiTheme="minorHAnsi" w:hAnsiTheme="minorHAnsi" w:cs="Arial"/>
                <w:color w:val="0070C0"/>
                <w:sz w:val="22"/>
                <w:szCs w:val="22"/>
              </w:rPr>
              <w:t>CC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176</w:t>
            </w:r>
            <w:r w:rsidR="00463B10"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is included in the sheets “</w:t>
            </w:r>
            <w:proofErr w:type="spellStart"/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pvt_Existing</w:t>
            </w:r>
            <w:proofErr w:type="spellEnd"/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functionality” and also in the sheet “IE Scope”. </w:t>
            </w:r>
          </w:p>
          <w:p w14:paraId="43641098" w14:textId="74E82214" w:rsidR="00884674" w:rsidRDefault="00884674" w:rsidP="00884674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Since the new message </w:t>
            </w:r>
            <w:r w:rsidR="00463B10">
              <w:rPr>
                <w:rFonts w:asciiTheme="minorHAnsi" w:hAnsiTheme="minorHAnsi" w:cs="Arial"/>
                <w:color w:val="0070C0"/>
                <w:sz w:val="22"/>
                <w:szCs w:val="22"/>
              </w:rPr>
              <w:t>CC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176</w:t>
            </w:r>
            <w:r w:rsidR="00463B10">
              <w:rPr>
                <w:rFonts w:asciiTheme="minorHAnsi" w:hAnsiTheme="minorHAnsi" w:cs="Arial"/>
                <w:color w:val="0070C0"/>
                <w:sz w:val="22"/>
                <w:szCs w:val="22"/>
              </w:rPr>
              <w:t>C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  <w:r w:rsidR="000B62B2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is 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not part of the NCTS</w:t>
            </w:r>
            <w:r w:rsidR="000B62B2">
              <w:rPr>
                <w:rFonts w:asciiTheme="minorHAnsi" w:hAnsiTheme="minorHAnsi" w:cs="Arial"/>
                <w:color w:val="0070C0"/>
                <w:sz w:val="22"/>
                <w:szCs w:val="22"/>
              </w:rPr>
              <w:t>.P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5 messages, </w:t>
            </w:r>
            <w:r w:rsidR="00234D9E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it </w:t>
            </w:r>
            <w:r w:rsidRPr="00884674">
              <w:rPr>
                <w:rFonts w:asciiTheme="minorHAnsi" w:hAnsiTheme="minorHAnsi" w:cs="Arial"/>
                <w:color w:val="0070C0"/>
                <w:sz w:val="22"/>
                <w:szCs w:val="22"/>
              </w:rPr>
              <w:t>should be removed from the above sheets in Appendix A.</w:t>
            </w:r>
          </w:p>
          <w:p w14:paraId="47B493E5" w14:textId="3AE8759D" w:rsidR="00A37C91" w:rsidRPr="00074158" w:rsidRDefault="6FFE8151" w:rsidP="66B03380">
            <w:pPr>
              <w:rPr>
                <w:rFonts w:asciiTheme="minorHAnsi" w:hAnsiTheme="minorHAnsi" w:cs="Arial"/>
                <w:color w:val="0070C0"/>
                <w:sz w:val="22"/>
                <w:szCs w:val="22"/>
              </w:rPr>
            </w:pPr>
            <w:r w:rsidRPr="66B03380">
              <w:rPr>
                <w:rFonts w:asciiTheme="minorHAnsi" w:hAnsiTheme="minorHAnsi" w:cs="Arial"/>
                <w:color w:val="0070C0"/>
                <w:sz w:val="22"/>
                <w:szCs w:val="22"/>
              </w:rPr>
              <w:t xml:space="preserve"> </w:t>
            </w:r>
          </w:p>
        </w:tc>
      </w:tr>
    </w:tbl>
    <w:p w14:paraId="47C12472" w14:textId="77777777" w:rsidR="005F7EF0" w:rsidRPr="00074158" w:rsidRDefault="005F7EF0" w:rsidP="00C001F9">
      <w:pPr>
        <w:rPr>
          <w:rFonts w:asciiTheme="minorHAnsi" w:hAnsiTheme="minorHAnsi" w:cs="Arial"/>
          <w:sz w:val="28"/>
          <w:szCs w:val="28"/>
        </w:rPr>
      </w:pPr>
    </w:p>
    <w:p w14:paraId="579FFD42" w14:textId="62DCBC67" w:rsidR="005F7EF0" w:rsidRDefault="005F7EF0" w:rsidP="00C001F9">
      <w:pPr>
        <w:rPr>
          <w:rFonts w:asciiTheme="minorHAnsi" w:hAnsiTheme="minorHAnsi" w:cs="Arial"/>
        </w:rPr>
      </w:pPr>
    </w:p>
    <w:p w14:paraId="4934B361" w14:textId="05D262AA" w:rsidR="00750EE5" w:rsidRDefault="00750EE5" w:rsidP="00C001F9">
      <w:pPr>
        <w:rPr>
          <w:rFonts w:asciiTheme="minorHAnsi" w:hAnsiTheme="minorHAnsi" w:cs="Arial"/>
        </w:rPr>
      </w:pPr>
    </w:p>
    <w:p w14:paraId="731FBFBD" w14:textId="240BA767" w:rsidR="00750EE5" w:rsidRDefault="00750EE5" w:rsidP="00C001F9">
      <w:pPr>
        <w:rPr>
          <w:rFonts w:asciiTheme="minorHAnsi" w:hAnsiTheme="minorHAnsi" w:cs="Arial"/>
        </w:rPr>
      </w:pPr>
    </w:p>
    <w:p w14:paraId="6E21EA10" w14:textId="261D6B3D" w:rsidR="00750EE5" w:rsidRDefault="00750EE5" w:rsidP="00C001F9">
      <w:pPr>
        <w:rPr>
          <w:rFonts w:asciiTheme="minorHAnsi" w:hAnsiTheme="minorHAnsi" w:cs="Arial"/>
        </w:rPr>
      </w:pPr>
    </w:p>
    <w:p w14:paraId="51A7CDB7" w14:textId="2D8BB50E" w:rsidR="00750EE5" w:rsidRDefault="00750EE5" w:rsidP="00C001F9">
      <w:pPr>
        <w:rPr>
          <w:rFonts w:asciiTheme="minorHAnsi" w:hAnsiTheme="minorHAnsi" w:cs="Arial"/>
        </w:rPr>
      </w:pPr>
    </w:p>
    <w:p w14:paraId="63ADB02D" w14:textId="194CA33D" w:rsidR="00750EE5" w:rsidRDefault="00750EE5" w:rsidP="00C001F9">
      <w:pPr>
        <w:rPr>
          <w:rFonts w:asciiTheme="minorHAnsi" w:hAnsiTheme="minorHAnsi" w:cs="Arial"/>
        </w:rPr>
      </w:pPr>
    </w:p>
    <w:p w14:paraId="2C1F1C6D" w14:textId="40923D17" w:rsidR="00750EE5" w:rsidRDefault="00750EE5" w:rsidP="00C001F9">
      <w:pPr>
        <w:rPr>
          <w:rFonts w:asciiTheme="minorHAnsi" w:hAnsiTheme="minorHAnsi" w:cs="Arial"/>
        </w:rPr>
      </w:pPr>
    </w:p>
    <w:p w14:paraId="453E7DBC" w14:textId="096A8219" w:rsidR="00750EE5" w:rsidRDefault="00750EE5" w:rsidP="00C001F9">
      <w:pPr>
        <w:rPr>
          <w:rFonts w:asciiTheme="minorHAnsi" w:hAnsiTheme="minorHAnsi" w:cs="Arial"/>
        </w:rPr>
      </w:pPr>
    </w:p>
    <w:p w14:paraId="560DA2AB" w14:textId="64264CB1" w:rsidR="00750EE5" w:rsidRDefault="00750EE5" w:rsidP="00C001F9">
      <w:pPr>
        <w:rPr>
          <w:rFonts w:asciiTheme="minorHAnsi" w:hAnsiTheme="minorHAnsi" w:cs="Arial"/>
        </w:rPr>
      </w:pPr>
    </w:p>
    <w:p w14:paraId="2C590296" w14:textId="6DC4F7A0" w:rsidR="00750EE5" w:rsidRDefault="00750EE5" w:rsidP="00C001F9">
      <w:pPr>
        <w:rPr>
          <w:rFonts w:asciiTheme="minorHAnsi" w:hAnsiTheme="minorHAnsi" w:cs="Arial"/>
        </w:rPr>
      </w:pPr>
    </w:p>
    <w:p w14:paraId="385CABBD" w14:textId="563539D1" w:rsidR="00750EE5" w:rsidRDefault="00750EE5" w:rsidP="00C001F9">
      <w:pPr>
        <w:rPr>
          <w:rFonts w:asciiTheme="minorHAnsi" w:hAnsiTheme="minorHAnsi" w:cs="Arial"/>
        </w:rPr>
      </w:pPr>
    </w:p>
    <w:p w14:paraId="52F7DDB1" w14:textId="4ABBAD19" w:rsidR="00750EE5" w:rsidRDefault="00750EE5" w:rsidP="00C001F9">
      <w:pPr>
        <w:rPr>
          <w:rFonts w:asciiTheme="minorHAnsi" w:hAnsiTheme="minorHAnsi" w:cs="Arial"/>
        </w:rPr>
      </w:pPr>
    </w:p>
    <w:p w14:paraId="1CEC7CB7" w14:textId="377929C9" w:rsidR="00FF2B07" w:rsidRDefault="00FF2B07" w:rsidP="00C001F9">
      <w:pPr>
        <w:rPr>
          <w:rFonts w:asciiTheme="minorHAnsi" w:hAnsiTheme="minorHAnsi" w:cs="Arial"/>
        </w:rPr>
      </w:pPr>
    </w:p>
    <w:p w14:paraId="3E44CB6D" w14:textId="703CF268" w:rsidR="00FF2B07" w:rsidRDefault="00FF2B07" w:rsidP="00C001F9">
      <w:pPr>
        <w:rPr>
          <w:rFonts w:asciiTheme="minorHAnsi" w:hAnsiTheme="minorHAnsi" w:cs="Arial"/>
        </w:rPr>
      </w:pPr>
    </w:p>
    <w:p w14:paraId="6D2C6981" w14:textId="77777777" w:rsidR="00FF2B07" w:rsidRPr="00074158" w:rsidRDefault="00FF2B07" w:rsidP="00C001F9">
      <w:pPr>
        <w:rPr>
          <w:rFonts w:asciiTheme="minorHAnsi" w:hAnsiTheme="minorHAnsi" w:cs="Arial"/>
        </w:rPr>
      </w:pPr>
    </w:p>
    <w:p w14:paraId="2FC3B0A2" w14:textId="777FF3DC" w:rsidR="000433B1" w:rsidRDefault="000433B1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9A2D040" w14:textId="5A208F40" w:rsidR="003D4A7A" w:rsidRPr="00445D05" w:rsidRDefault="005F7EF0" w:rsidP="00445D05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lastRenderedPageBreak/>
        <w:t xml:space="preserve">Section 2: </w:t>
      </w:r>
      <w:r w:rsidR="00445D05">
        <w:rPr>
          <w:rFonts w:asciiTheme="minorHAnsi" w:hAnsiTheme="minorHAnsi" w:cs="Arial"/>
          <w:b/>
          <w:bCs/>
          <w:sz w:val="28"/>
          <w:szCs w:val="28"/>
        </w:rPr>
        <w:t>Problem statement</w:t>
      </w: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074158" w14:paraId="482A54D6" w14:textId="77777777" w:rsidTr="00983563">
        <w:tc>
          <w:tcPr>
            <w:tcW w:w="9747" w:type="dxa"/>
          </w:tcPr>
          <w:p w14:paraId="754B8809" w14:textId="6F2A0176" w:rsidR="002F200E" w:rsidRPr="002F200E" w:rsidRDefault="002F200E" w:rsidP="002F200E">
            <w:pPr>
              <w:rPr>
                <w:noProof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In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the latest version of the CSE deliverable (NCTS-P5 DDNTA-v</w:t>
            </w:r>
            <w:r w:rsidR="00D13B94">
              <w:rPr>
                <w:rFonts w:asciiTheme="minorHAnsi" w:hAnsiTheme="minorHAnsi" w:cs="Arial"/>
                <w:sz w:val="22"/>
                <w:szCs w:val="22"/>
                <w:lang w:val="en-US"/>
              </w:rPr>
              <w:t>5.14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based on CSE-v</w:t>
            </w:r>
            <w:r w:rsidRPr="00507D32">
              <w:rPr>
                <w:rFonts w:asciiTheme="minorHAnsi" w:hAnsiTheme="minorHAnsi" w:cs="Arial"/>
                <w:sz w:val="22"/>
                <w:szCs w:val="22"/>
                <w:lang w:val="en-US"/>
              </w:rPr>
              <w:t>51.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6</w:t>
            </w:r>
            <w:r w:rsidR="00B100D1">
              <w:rPr>
                <w:rFonts w:asciiTheme="minorHAnsi" w:hAnsiTheme="minorHAnsi" w:cs="Arial"/>
                <w:sz w:val="22"/>
                <w:szCs w:val="22"/>
                <w:lang w:val="en-US"/>
              </w:rPr>
              <w:t>.</w:t>
            </w:r>
            <w:r w:rsidRPr="00507D32">
              <w:rPr>
                <w:rFonts w:asciiTheme="minorHAnsi" w:hAnsiTheme="minorHAnsi" w:cs="Arial"/>
                <w:sz w:val="22"/>
                <w:szCs w:val="22"/>
                <w:lang w:val="en-US"/>
              </w:rPr>
              <w:t>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), the </w:t>
            </w:r>
            <w:r w:rsidR="00E137E0">
              <w:rPr>
                <w:rFonts w:asciiTheme="minorHAnsi" w:hAnsiTheme="minorHAnsi" w:cs="Arial"/>
                <w:sz w:val="22"/>
                <w:szCs w:val="22"/>
              </w:rPr>
              <w:t xml:space="preserve">new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message </w:t>
            </w:r>
            <w:r w:rsidR="00463B10">
              <w:rPr>
                <w:rFonts w:asciiTheme="minorHAnsi" w:hAnsiTheme="minorHAnsi" w:cs="Arial"/>
                <w:sz w:val="22"/>
                <w:szCs w:val="22"/>
              </w:rPr>
              <w:t>CC</w:t>
            </w:r>
            <w:r w:rsidRPr="002F200E">
              <w:rPr>
                <w:rFonts w:asciiTheme="minorHAnsi" w:hAnsiTheme="minorHAnsi" w:cs="Arial"/>
                <w:sz w:val="22"/>
                <w:szCs w:val="22"/>
                <w:lang w:val="en-US"/>
              </w:rPr>
              <w:t>176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 </w:t>
            </w:r>
            <w:r w:rsidRPr="002F200E">
              <w:rPr>
                <w:rFonts w:asciiTheme="minorHAnsi" w:hAnsiTheme="minorHAnsi" w:cs="Arial"/>
                <w:sz w:val="22"/>
                <w:szCs w:val="22"/>
              </w:rPr>
              <w:t>is included in the sheets “</w:t>
            </w:r>
            <w:proofErr w:type="spellStart"/>
            <w:r w:rsidRPr="002F200E">
              <w:rPr>
                <w:rFonts w:asciiTheme="minorHAnsi" w:hAnsiTheme="minorHAnsi" w:cs="Arial"/>
                <w:sz w:val="22"/>
                <w:szCs w:val="22"/>
              </w:rPr>
              <w:t>pvt_Existing</w:t>
            </w:r>
            <w:proofErr w:type="spellEnd"/>
            <w:r w:rsidRPr="002F200E">
              <w:rPr>
                <w:rFonts w:asciiTheme="minorHAnsi" w:hAnsiTheme="minorHAnsi" w:cs="Arial"/>
                <w:sz w:val="22"/>
                <w:szCs w:val="22"/>
              </w:rPr>
              <w:t xml:space="preserve"> functionality” and also in the sheet “IE Scope”</w:t>
            </w:r>
            <w:r w:rsidRPr="002F200E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as presented below:</w:t>
            </w:r>
          </w:p>
          <w:p w14:paraId="5045C87B" w14:textId="551081AC" w:rsidR="00750EE5" w:rsidRDefault="00750EE5" w:rsidP="00A94C1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06056AA" w14:textId="4D67688E" w:rsidR="00750EE5" w:rsidRPr="00E137E0" w:rsidRDefault="00E137E0" w:rsidP="00A94C11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“IE Scope”</w:t>
            </w:r>
          </w:p>
          <w:p w14:paraId="04A9BE27" w14:textId="6C759A3E" w:rsidR="00FF6ED2" w:rsidRDefault="00E137E0" w:rsidP="00FF6ED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6AB3F7F" wp14:editId="74FBC0F0">
                  <wp:extent cx="5819140" cy="421640"/>
                  <wp:effectExtent l="152400" t="152400" r="353060" b="3594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421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95E075A" w14:textId="77777777" w:rsidR="00543370" w:rsidRDefault="00E137E0" w:rsidP="00FF6ED2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“</w:t>
            </w:r>
            <w:proofErr w:type="spellStart"/>
            <w:proofErr w:type="gramStart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pvt</w:t>
            </w:r>
            <w:proofErr w:type="gramEnd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_Existing</w:t>
            </w:r>
            <w:proofErr w:type="spellEnd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 functionality”</w:t>
            </w:r>
          </w:p>
          <w:p w14:paraId="6564DC46" w14:textId="77777777" w:rsidR="00E137E0" w:rsidRDefault="00E137E0" w:rsidP="00FF6ED2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US"/>
              </w:rPr>
            </w:pPr>
          </w:p>
          <w:p w14:paraId="279BF430" w14:textId="77777777" w:rsidR="00E137E0" w:rsidRDefault="00E137E0" w:rsidP="00FF6ED2">
            <w:pPr>
              <w:rPr>
                <w:rFonts w:asciiTheme="minorHAnsi" w:hAnsiTheme="minorHAnsi" w:cs="Arial"/>
                <w:sz w:val="22"/>
                <w:szCs w:val="22"/>
                <w:u w:val="single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D4917B6" wp14:editId="1C76F2B4">
                  <wp:extent cx="5819140" cy="274320"/>
                  <wp:effectExtent l="152400" t="152400" r="334010" b="3543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274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7AFB3AD3" w:rsidR="0086647A" w:rsidRPr="0086647A" w:rsidRDefault="0086647A" w:rsidP="00FF6ED2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6647A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Message 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CC176C- Presentation Notification Rejection for the Pre-Lodged Declaration </w:t>
            </w:r>
            <w:r w:rsidR="000B62B2">
              <w:rPr>
                <w:rFonts w:asciiTheme="minorHAnsi" w:hAnsiTheme="minorHAnsi" w:cs="Arial"/>
                <w:sz w:val="22"/>
                <w:szCs w:val="22"/>
                <w:lang w:val="en-US"/>
              </w:rPr>
              <w:t>is not</w:t>
            </w: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part of the NCTS-P5. As a result, this message should be removed. </w:t>
            </w:r>
          </w:p>
        </w:tc>
      </w:tr>
    </w:tbl>
    <w:p w14:paraId="1995496D" w14:textId="77777777" w:rsidR="00593DFC" w:rsidRDefault="00593DFC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2167BE9" w14:textId="77777777" w:rsidR="00445D05" w:rsidRDefault="00445D05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CA9828F" w14:textId="77777777" w:rsidR="00445D05" w:rsidRDefault="00445D05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E1AD802" w14:textId="77777777" w:rsidR="00445D05" w:rsidRDefault="00445D05" w:rsidP="00C001F9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0BF47F2" w14:textId="2AA8AB65" w:rsidR="009B4627" w:rsidRPr="00074158" w:rsidRDefault="003D4A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 w:rsidR="00445D05"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6B1220" w14:paraId="36098742" w14:textId="77777777" w:rsidTr="6456D764">
        <w:tc>
          <w:tcPr>
            <w:tcW w:w="9606" w:type="dxa"/>
          </w:tcPr>
          <w:p w14:paraId="643CDA1C" w14:textId="0FEC7FA8" w:rsidR="002F200E" w:rsidRDefault="002F200E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DDNTA-v</w:t>
            </w:r>
            <w:r w:rsidR="00D13B94">
              <w:rPr>
                <w:rFonts w:asciiTheme="minorHAnsi" w:hAnsiTheme="minorHAnsi" w:cs="Arial"/>
                <w:b/>
                <w:sz w:val="22"/>
                <w:szCs w:val="22"/>
              </w:rPr>
              <w:t>5.14</w:t>
            </w:r>
            <w:r w:rsidR="000B62B2">
              <w:rPr>
                <w:rFonts w:asciiTheme="minorHAnsi" w:hAnsiTheme="minorHAnsi" w:cs="Arial"/>
                <w:b/>
                <w:sz w:val="22"/>
                <w:szCs w:val="22"/>
              </w:rPr>
              <w:t>.1</w:t>
            </w:r>
            <w:r w:rsidR="00E55622">
              <w:rPr>
                <w:rFonts w:asciiTheme="minorHAnsi" w:hAnsiTheme="minorHAnsi" w:cs="Arial"/>
                <w:b/>
                <w:sz w:val="22"/>
                <w:szCs w:val="22"/>
              </w:rPr>
              <w:t>-v1.00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(incl. Appendix A)</w:t>
            </w:r>
            <w:r w:rsidR="00E5562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shall be corrected as follows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Pr="00040103">
              <w:rPr>
                <w:rFonts w:asciiTheme="minorHAnsi" w:hAnsiTheme="minorHAnsi" w:cs="Arial"/>
                <w:sz w:val="22"/>
                <w:szCs w:val="22"/>
              </w:rPr>
              <w:t xml:space="preserve">removal of </w:t>
            </w:r>
            <w:r w:rsidRPr="00040103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D23E8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Pr="00D23E8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4A5A2E8" w14:textId="19CDC4BE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FF27BA" w14:textId="77777777" w:rsidR="0086647A" w:rsidRPr="00E137E0" w:rsidRDefault="0086647A" w:rsidP="0086647A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“IE Scope”</w:t>
            </w:r>
          </w:p>
          <w:p w14:paraId="51F22595" w14:textId="7AA3FEB5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From:</w:t>
            </w:r>
          </w:p>
          <w:p w14:paraId="006F5494" w14:textId="4A0C57C1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F6479" w14:textId="2679555D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7CCA6BB" wp14:editId="171DD3FF">
                  <wp:extent cx="5819140" cy="654685"/>
                  <wp:effectExtent l="152400" t="152400" r="353060" b="35496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54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EBD7C51" w14:textId="565700DF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C955DC" w14:textId="6E5AA9D6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To: </w:t>
            </w:r>
          </w:p>
          <w:p w14:paraId="27326C88" w14:textId="547A6590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71C14" w14:textId="27213666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030A026" wp14:editId="423C7EE5">
                  <wp:extent cx="5819140" cy="612775"/>
                  <wp:effectExtent l="152400" t="152400" r="353060" b="3587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612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E1D0B60" w14:textId="7B4A3D49" w:rsidR="0086647A" w:rsidRDefault="0086647A" w:rsidP="002F20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CCAC68" w14:textId="27FEE9F9" w:rsidR="0086647A" w:rsidRDefault="0086647A" w:rsidP="0086647A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“</w:t>
            </w:r>
            <w:proofErr w:type="spellStart"/>
            <w:proofErr w:type="gramStart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pvt</w:t>
            </w:r>
            <w:proofErr w:type="gramEnd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>_Existing</w:t>
            </w:r>
            <w:proofErr w:type="spellEnd"/>
            <w:r w:rsidRPr="00E137E0">
              <w:rPr>
                <w:rFonts w:asciiTheme="minorHAnsi" w:hAnsiTheme="minorHAnsi" w:cs="Arial"/>
                <w:sz w:val="22"/>
                <w:szCs w:val="22"/>
                <w:u w:val="single"/>
              </w:rPr>
              <w:t xml:space="preserve"> functionality”</w:t>
            </w:r>
          </w:p>
          <w:p w14:paraId="39104736" w14:textId="77777777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From:</w:t>
            </w:r>
          </w:p>
          <w:p w14:paraId="4088BA5C" w14:textId="77777777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A50CC" w14:textId="459B0E23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87A3080" wp14:editId="5D902208">
                  <wp:extent cx="5819140" cy="191135"/>
                  <wp:effectExtent l="152400" t="152400" r="334010" b="3613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91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02A8C35" w14:textId="77777777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51AEE2" w14:textId="77777777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F07F0" w14:textId="77777777" w:rsidR="0086647A" w:rsidRDefault="0086647A" w:rsidP="008664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To: </w:t>
            </w:r>
          </w:p>
          <w:p w14:paraId="7962C747" w14:textId="77777777" w:rsidR="0086647A" w:rsidRDefault="0086647A" w:rsidP="0086647A">
            <w:pPr>
              <w:rPr>
                <w:rFonts w:asciiTheme="minorHAnsi" w:hAnsiTheme="minorHAnsi" w:cs="Arial"/>
                <w:sz w:val="22"/>
                <w:szCs w:val="22"/>
                <w:u w:val="single"/>
              </w:rPr>
            </w:pPr>
          </w:p>
          <w:p w14:paraId="6A1E0A6F" w14:textId="1FF62BD3" w:rsidR="0086647A" w:rsidRDefault="0086647A" w:rsidP="002F200E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FBF9F8" wp14:editId="0B85AD69">
                  <wp:extent cx="5819140" cy="185420"/>
                  <wp:effectExtent l="152400" t="152400" r="334010" b="36703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85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011D252" w14:textId="771E303A" w:rsidR="00445D05" w:rsidRDefault="00445D05" w:rsidP="001850E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C2D1163" w14:textId="77777777" w:rsidR="0079482F" w:rsidRDefault="0079482F" w:rsidP="001850E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52EDC63F" w14:textId="77777777" w:rsidR="00445D05" w:rsidRDefault="00445D05" w:rsidP="001850E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</w:pPr>
          </w:p>
          <w:p w14:paraId="6029B885" w14:textId="06BE707B" w:rsidR="001850ED" w:rsidRDefault="001850ED" w:rsidP="001850E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B98A733" w14:textId="77777777" w:rsidR="001850ED" w:rsidRDefault="001850ED" w:rsidP="001850E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13BA5DE" w14:textId="2A88481D" w:rsidR="001850ED" w:rsidRDefault="00445D05" w:rsidP="4453111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This RFC-Proposal describes a 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shd w:val="clear" w:color="auto" w:fill="FFFFFF"/>
                <w:lang w:val="en-GB"/>
              </w:rPr>
              <w:t>purely documentary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improvement (an update in Appendix A) </w:t>
            </w:r>
            <w:r w:rsidR="001850ED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with no implementation impact. It is considered that the change proposed via the current RFC-Proposal has no impact on business continuity</w:t>
            </w:r>
            <w:r w:rsidR="38EBF174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  <w:lang w:val="en-GB"/>
              </w:rPr>
              <w:t>.</w:t>
            </w:r>
          </w:p>
          <w:p w14:paraId="54450F71" w14:textId="5FFD69CA" w:rsidR="001850ED" w:rsidRDefault="001850ED" w:rsidP="4453111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4453111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D64B533" w14:textId="77777777" w:rsidR="00235DE1" w:rsidRDefault="00235DE1" w:rsidP="00235D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 As soon as possible, at latest 1.12.2023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B882B97" w14:textId="77777777" w:rsidR="00235DE1" w:rsidRDefault="00235DE1" w:rsidP="00235D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1FCECF7" w14:textId="77777777" w:rsidR="00235DE1" w:rsidRDefault="00235DE1" w:rsidP="00235D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 January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2A32775" w14:textId="77777777" w:rsidR="001850ED" w:rsidRDefault="001850ED" w:rsidP="001850E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: None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82D9E94" w14:textId="77777777" w:rsidR="001850ED" w:rsidRDefault="001850ED" w:rsidP="001850E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None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295CE4" w14:textId="77777777" w:rsidR="001850ED" w:rsidRDefault="001850ED" w:rsidP="001850E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61177CE" w14:textId="542F3526" w:rsidR="00011D8C" w:rsidRPr="00445D05" w:rsidRDefault="00011D8C" w:rsidP="001850E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45D05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C</w:t>
            </w:r>
            <w:r w:rsidR="00D42EE3" w:rsidRPr="00445D05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Is</w:t>
            </w:r>
            <w:r w:rsidRPr="00445D05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39D5EC82" w14:textId="576D713E" w:rsidR="00011D8C" w:rsidRDefault="001850ED" w:rsidP="00445D05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011D8C" w:rsidRPr="00011D8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 xml:space="preserve">DDNTA-5.14.1-v1.00 (Appendix A, PDFs): </w:t>
            </w:r>
            <w:proofErr w:type="gramStart"/>
            <w:r w:rsidR="00011D8C" w:rsidRPr="00011D8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Yes</w:t>
            </w:r>
            <w:r w:rsidR="00011D8C" w:rsidRPr="00011D8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;</w:t>
            </w:r>
            <w:proofErr w:type="gramEnd"/>
          </w:p>
          <w:p w14:paraId="1C9E4958" w14:textId="77777777" w:rsidR="00445D05" w:rsidRPr="00445D05" w:rsidRDefault="00445D05" w:rsidP="00445D05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79F0E4B" w14:textId="3363B356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CSE-v51.6.0: </w:t>
            </w:r>
            <w:proofErr w:type="gramStart"/>
            <w:r w:rsidR="00AF42EF"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</w:t>
            </w:r>
            <w:r w:rsidR="00AF42EF"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o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;</w:t>
            </w:r>
            <w:proofErr w:type="gramEnd"/>
          </w:p>
          <w:p w14:paraId="6BF43001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DDNTA-5.14.1-v1.00 (Main Document):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11E291A0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Functional Specifications (FSS/BPM):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3BF952F5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UCC IA/DA Annex B: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6F064CE" w14:textId="57CF9EFD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DMP Package-v5.6.0 SfA-v1.00: </w:t>
            </w:r>
            <w:r w:rsidR="007D5B9C"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(incl. update of file Rules and Conditions_v0.43):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2F5830F1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CTS-5.6.1-v1.00: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55A5BEC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CTP-5.7.0-v1.00: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6856CC9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CRP-v5.5-v1.00: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7AB451E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ACS: 5.5.0 &amp; ACS-Annex-NCTS: 5.5.0: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0877187" w14:textId="61AA2D5D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TRP-5.7.</w:t>
            </w:r>
            <w:r w:rsidR="3D576FD1"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471B3BE2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DDCOM v20.3.0-v1.00: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AD51FE5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proofErr w:type="spell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proofErr w:type="spell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 1.0.1.0: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5D358961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CS/MIS2_DATA: 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9E42B5F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 </w:t>
            </w: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7160D33F" w14:textId="77777777" w:rsidR="001850ED" w:rsidRPr="00856802" w:rsidRDefault="001850ED" w:rsidP="00445D0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18" w:firstLine="0"/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AES-P1 and NCTS-P5 Long-Lived “Legacy” (L3) Movements Study v1.40: </w:t>
            </w:r>
            <w:proofErr w:type="gramStart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No;</w:t>
            </w:r>
            <w:proofErr w:type="gramEnd"/>
            <w:r w:rsidRPr="00856802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 </w:t>
            </w:r>
          </w:p>
          <w:p w14:paraId="6D065782" w14:textId="77777777" w:rsidR="001850ED" w:rsidRPr="001850ED" w:rsidRDefault="001850ED" w:rsidP="00C001F9">
            <w:p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</w:p>
          <w:p w14:paraId="4D5E4F00" w14:textId="7BD7CBD0" w:rsidR="00C5793E" w:rsidRPr="006B1220" w:rsidRDefault="00C5793E" w:rsidP="00C001F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96BF74" w14:textId="77777777" w:rsidR="003D4A7A" w:rsidRDefault="003D4A7A" w:rsidP="00C001F9">
      <w:pPr>
        <w:rPr>
          <w:rFonts w:asciiTheme="minorHAnsi" w:hAnsiTheme="minorHAnsi" w:cs="Arial"/>
        </w:rPr>
      </w:pPr>
      <w:bookmarkStart w:id="2" w:name="_Hlk50642675"/>
    </w:p>
    <w:p w14:paraId="0BDB27A0" w14:textId="77777777" w:rsidR="004E2742" w:rsidRDefault="004E2742" w:rsidP="00C81770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50642957"/>
    </w:p>
    <w:p w14:paraId="03349549" w14:textId="77777777" w:rsidR="001F16BA" w:rsidRPr="00A41143" w:rsidRDefault="001F16BA" w:rsidP="00C001F9">
      <w:pPr>
        <w:rPr>
          <w:rFonts w:asciiTheme="minorHAnsi" w:hAnsiTheme="minorHAnsi" w:cs="Arial"/>
        </w:rPr>
      </w:pPr>
    </w:p>
    <w:p w14:paraId="6958C6FD" w14:textId="77777777" w:rsidR="0044728C" w:rsidRPr="00A41143" w:rsidRDefault="0044728C" w:rsidP="0044728C">
      <w:pPr>
        <w:rPr>
          <w:rFonts w:asciiTheme="minorHAnsi" w:hAnsiTheme="minorHAnsi" w:cs="Arial"/>
        </w:rPr>
      </w:pPr>
    </w:p>
    <w:p w14:paraId="0DD6B772" w14:textId="77777777" w:rsidR="0044728C" w:rsidRDefault="0044728C" w:rsidP="0044728C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p w14:paraId="01485A99" w14:textId="77777777" w:rsidR="0044728C" w:rsidRPr="00A32D3E" w:rsidRDefault="0044728C" w:rsidP="0044728C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44728C" w:rsidRPr="006B1220" w14:paraId="057F7E45" w14:textId="77777777" w:rsidTr="0051080C">
        <w:trPr>
          <w:trHeight w:val="403"/>
        </w:trPr>
        <w:tc>
          <w:tcPr>
            <w:tcW w:w="2802" w:type="dxa"/>
          </w:tcPr>
          <w:p w14:paraId="4FC84C50" w14:textId="25D3E0B2" w:rsidR="0044728C" w:rsidRPr="006B1220" w:rsidRDefault="00F759D0" w:rsidP="0051080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4"/>
            <w:r w:rsidR="0044728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F2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DDNTA-v</w:t>
            </w:r>
            <w:r w:rsidR="00EA1F39" w:rsidRPr="002F2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5.14</w:t>
            </w:r>
            <w:r w:rsidR="004E2742" w:rsidRPr="002F2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1809E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  <w:r w:rsidR="00EA1F39" w:rsidRPr="002F2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  <w:r w:rsidRPr="002F200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0468B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(Appendix A</w:t>
            </w:r>
            <w:r w:rsidRPr="002F20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804" w:type="dxa"/>
          </w:tcPr>
          <w:p w14:paraId="522483C3" w14:textId="65BB5E80" w:rsidR="0044728C" w:rsidRDefault="0044728C" w:rsidP="0051080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D3220D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DDFA7F4" w14:textId="77777777" w:rsidR="0044728C" w:rsidRDefault="0044728C" w:rsidP="0051080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728C" w14:paraId="4134B902" w14:textId="77777777" w:rsidTr="0051080C">
              <w:tc>
                <w:tcPr>
                  <w:tcW w:w="6573" w:type="dxa"/>
                </w:tcPr>
                <w:p w14:paraId="683B2CDB" w14:textId="27D57CCD" w:rsidR="0044728C" w:rsidRPr="001E620B" w:rsidRDefault="00A355EE" w:rsidP="00D3220D">
                  <w:pPr>
                    <w:spacing w:before="120"/>
                    <w:rPr>
                      <w:rFonts w:asciiTheme="minorHAnsi" w:hAnsiTheme="minorHAnsi" w:cs="Arial"/>
                      <w:bCs/>
                      <w:sz w:val="22"/>
                      <w:szCs w:val="22"/>
                    </w:rPr>
                  </w:pPr>
                  <w:r w:rsidRPr="001E620B"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Changes</w:t>
                  </w:r>
                  <w:r w:rsidR="00D3220D" w:rsidRPr="001E620B"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 xml:space="preserve"> described in section 3</w:t>
                  </w:r>
                  <w:r w:rsidR="001E620B" w:rsidRPr="001E620B">
                    <w:rPr>
                      <w:rFonts w:asciiTheme="minorHAnsi" w:hAnsiTheme="minorHAnsi" w:cs="Arial"/>
                      <w:bCs/>
                      <w:sz w:val="22"/>
                      <w:szCs w:val="22"/>
                      <w:lang w:eastAsia="en-GB"/>
                    </w:rPr>
                    <w:t>.</w:t>
                  </w:r>
                </w:p>
              </w:tc>
            </w:tr>
          </w:tbl>
          <w:p w14:paraId="1EAA4756" w14:textId="77777777" w:rsidR="0044728C" w:rsidRPr="00B62BD3" w:rsidRDefault="0044728C" w:rsidP="0051080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3F409B1" w14:textId="77777777" w:rsidR="00EF164F" w:rsidRDefault="00EF164F" w:rsidP="0044728C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1A44A16A" w14:textId="78532900" w:rsidR="0044728C" w:rsidRDefault="001850ED" w:rsidP="0044728C">
      <w:pPr>
        <w:rPr>
          <w:rFonts w:asciiTheme="minorHAnsi" w:hAnsiTheme="minorHAnsi" w:cs="Arial"/>
          <w:b/>
          <w:sz w:val="28"/>
          <w:szCs w:val="28"/>
        </w:rPr>
      </w:pPr>
      <w:r w:rsidRPr="001850ED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p w14:paraId="2958CC07" w14:textId="77777777" w:rsidR="001850ED" w:rsidRPr="00A32D3E" w:rsidRDefault="001850ED" w:rsidP="0044728C">
      <w:pPr>
        <w:rPr>
          <w:rFonts w:asciiTheme="minorHAnsi" w:hAnsiTheme="minorHAnsi" w:cs="Arial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44728C" w:rsidRPr="006B1220" w14:paraId="5D8500F9" w14:textId="77777777" w:rsidTr="0051080C">
        <w:trPr>
          <w:trHeight w:val="2016"/>
        </w:trPr>
        <w:tc>
          <w:tcPr>
            <w:tcW w:w="2802" w:type="dxa"/>
          </w:tcPr>
          <w:p w14:paraId="55F12198" w14:textId="77777777" w:rsidR="0044728C" w:rsidRPr="006B1220" w:rsidRDefault="0044728C" w:rsidP="0051080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1EA2A601" w14:textId="44380086" w:rsidR="0044728C" w:rsidRDefault="000A02DA" w:rsidP="0051080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MART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5"/>
            <w:r w:rsidR="0044728C"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4728C"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4728C"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4728C"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706336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44728C"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44728C"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0C72969" w14:textId="77777777" w:rsidR="0044728C" w:rsidRDefault="0044728C" w:rsidP="0051080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728C" w14:paraId="52CC3F63" w14:textId="77777777" w:rsidTr="0051080C">
              <w:trPr>
                <w:trHeight w:val="1105"/>
              </w:trPr>
              <w:tc>
                <w:tcPr>
                  <w:tcW w:w="6573" w:type="dxa"/>
                </w:tcPr>
                <w:p w14:paraId="538C9210" w14:textId="63B4F801" w:rsidR="0044728C" w:rsidRDefault="00445D05" w:rsidP="0051080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The RFC-Proposal describes a </w:t>
                  </w:r>
                  <w:r w:rsidRPr="00445D05"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purely documentary </w:t>
                  </w:r>
                  <w:r>
                    <w:rPr>
                      <w:rStyle w:val="normaltextrun"/>
                      <w:rFonts w:ascii="Calibri" w:hAnsi="Calibri" w:cs="Calibri"/>
                      <w:sz w:val="22"/>
                      <w:szCs w:val="22"/>
                      <w:shd w:val="clear" w:color="auto" w:fill="FFFFFF"/>
                    </w:rPr>
                    <w:t>improvement (an update in Appendix A) </w:t>
                  </w:r>
                </w:p>
              </w:tc>
            </w:tr>
          </w:tbl>
          <w:p w14:paraId="00A88F10" w14:textId="77777777" w:rsidR="0044728C" w:rsidRPr="00B62BD3" w:rsidRDefault="0044728C" w:rsidP="0051080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3504F72" w14:textId="77777777" w:rsidR="00B97D40" w:rsidRDefault="00B97D40" w:rsidP="0044728C">
      <w:pPr>
        <w:rPr>
          <w:rFonts w:asciiTheme="minorHAnsi" w:hAnsiTheme="minorHAnsi" w:cs="Arial"/>
          <w:b/>
          <w:sz w:val="28"/>
          <w:szCs w:val="28"/>
        </w:rPr>
      </w:pPr>
    </w:p>
    <w:p w14:paraId="03112B4F" w14:textId="77777777" w:rsidR="0044728C" w:rsidRPr="00074158" w:rsidRDefault="0044728C" w:rsidP="0044728C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44728C" w:rsidRPr="00074158" w14:paraId="08FCB70A" w14:textId="77777777" w:rsidTr="66B03380">
        <w:tc>
          <w:tcPr>
            <w:tcW w:w="4849" w:type="dxa"/>
            <w:gridSpan w:val="3"/>
            <w:shd w:val="clear" w:color="auto" w:fill="D9D9D9" w:themeFill="background1" w:themeFillShade="D9"/>
          </w:tcPr>
          <w:p w14:paraId="44B7268D" w14:textId="77777777" w:rsidR="0044728C" w:rsidRPr="00074158" w:rsidRDefault="0044728C" w:rsidP="0051080C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414ED98C" w14:textId="77777777" w:rsidR="0044728C" w:rsidRPr="00074158" w:rsidRDefault="0044728C" w:rsidP="0051080C">
            <w:pPr>
              <w:rPr>
                <w:rFonts w:asciiTheme="minorHAnsi" w:hAnsiTheme="minorHAnsi" w:cs="Arial"/>
                <w:b/>
                <w:bCs/>
              </w:rPr>
            </w:pPr>
          </w:p>
        </w:tc>
      </w:tr>
      <w:tr w:rsidR="0044728C" w:rsidRPr="00074158" w14:paraId="5DA90924" w14:textId="77777777" w:rsidTr="66B03380">
        <w:trPr>
          <w:trHeight w:val="284"/>
        </w:trPr>
        <w:tc>
          <w:tcPr>
            <w:tcW w:w="1049" w:type="dxa"/>
          </w:tcPr>
          <w:p w14:paraId="6206B2AD" w14:textId="77777777" w:rsidR="0044728C" w:rsidRPr="00074158" w:rsidRDefault="0044728C" w:rsidP="0051080C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360191F5" w14:textId="77777777" w:rsidR="0044728C" w:rsidRPr="00074158" w:rsidRDefault="0044728C" w:rsidP="0051080C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75492830" w14:textId="77777777" w:rsidR="0044728C" w:rsidRPr="00074158" w:rsidRDefault="0044728C" w:rsidP="0051080C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12979E85" w14:textId="77777777" w:rsidR="0044728C" w:rsidRPr="00074158" w:rsidRDefault="0044728C" w:rsidP="0051080C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44728C" w:rsidRPr="00074158" w14:paraId="22BBF442" w14:textId="77777777" w:rsidTr="66B03380">
        <w:trPr>
          <w:trHeight w:val="284"/>
        </w:trPr>
        <w:tc>
          <w:tcPr>
            <w:tcW w:w="1049" w:type="dxa"/>
          </w:tcPr>
          <w:p w14:paraId="38D08617" w14:textId="77777777" w:rsidR="0044728C" w:rsidRPr="006B1220" w:rsidRDefault="0044728C" w:rsidP="0051080C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bookmarkStart w:id="6" w:name="_Hlk64997946"/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32B4FC4B" w14:textId="77777777" w:rsidR="0044728C" w:rsidRPr="006B1220" w:rsidRDefault="0044728C" w:rsidP="0051080C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643F9E37" w14:textId="088D145B" w:rsidR="0044728C" w:rsidRPr="006B1220" w:rsidRDefault="000A02DA" w:rsidP="7863184D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</w:t>
            </w:r>
            <w:r w:rsidR="0044728C" w:rsidRPr="7863184D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="0044728C" w:rsidRPr="7863184D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411BD" w:rsidRPr="7863184D">
              <w:rPr>
                <w:rFonts w:asciiTheme="minorHAnsi" w:hAnsiTheme="minorHAnsi" w:cs="Arial"/>
                <w:sz w:val="22"/>
                <w:szCs w:val="22"/>
              </w:rPr>
              <w:t>202</w:t>
            </w:r>
            <w:r w:rsidR="754589AE" w:rsidRPr="7863184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4756" w:type="dxa"/>
          </w:tcPr>
          <w:p w14:paraId="77A57D11" w14:textId="77777777" w:rsidR="0044728C" w:rsidRPr="006B1220" w:rsidRDefault="0044728C" w:rsidP="0051080C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445D05" w:rsidRPr="00074158" w14:paraId="409ED3B4" w14:textId="77777777" w:rsidTr="66B03380">
        <w:trPr>
          <w:trHeight w:val="284"/>
        </w:trPr>
        <w:tc>
          <w:tcPr>
            <w:tcW w:w="1049" w:type="dxa"/>
          </w:tcPr>
          <w:p w14:paraId="54E25BC0" w14:textId="11F02FCD" w:rsidR="00445D05" w:rsidRPr="006B1220" w:rsidRDefault="00B75D4D" w:rsidP="00445D0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0AE6C2F9" w14:textId="7099CD1B" w:rsidR="00445D05" w:rsidRPr="006B1220" w:rsidRDefault="00445D05" w:rsidP="00445D0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Updates</w:t>
            </w: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 by CUSTDEV</w:t>
            </w:r>
          </w:p>
        </w:tc>
        <w:tc>
          <w:tcPr>
            <w:tcW w:w="1678" w:type="dxa"/>
          </w:tcPr>
          <w:p w14:paraId="51D2855A" w14:textId="11CC3C57" w:rsidR="00445D05" w:rsidRDefault="00445D05" w:rsidP="00445D05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</w:t>
            </w:r>
            <w:r w:rsidRPr="7863184D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Pr="7863184D">
              <w:rPr>
                <w:rFonts w:asciiTheme="minorHAnsi" w:hAnsiTheme="minorHAnsi" w:cs="Arial"/>
                <w:sz w:val="22"/>
                <w:szCs w:val="22"/>
              </w:rPr>
              <w:t>/2021</w:t>
            </w:r>
          </w:p>
        </w:tc>
        <w:tc>
          <w:tcPr>
            <w:tcW w:w="4756" w:type="dxa"/>
          </w:tcPr>
          <w:p w14:paraId="14529EB2" w14:textId="297779A4" w:rsidR="00445D05" w:rsidRPr="006B1220" w:rsidRDefault="00445D05" w:rsidP="00445D0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Version Update</w:t>
            </w:r>
          </w:p>
        </w:tc>
      </w:tr>
      <w:tr w:rsidR="00706336" w:rsidRPr="00074158" w14:paraId="5D4257EE" w14:textId="77777777" w:rsidTr="66B03380">
        <w:trPr>
          <w:trHeight w:val="284"/>
        </w:trPr>
        <w:tc>
          <w:tcPr>
            <w:tcW w:w="1049" w:type="dxa"/>
          </w:tcPr>
          <w:p w14:paraId="2B30C3CD" w14:textId="49A33557" w:rsidR="00706336" w:rsidRDefault="00706336" w:rsidP="0070633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00</w:t>
            </w:r>
          </w:p>
        </w:tc>
        <w:tc>
          <w:tcPr>
            <w:tcW w:w="2122" w:type="dxa"/>
          </w:tcPr>
          <w:p w14:paraId="08D4687E" w14:textId="3057B355" w:rsidR="00706336" w:rsidRDefault="00706336" w:rsidP="0070633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  <w:tc>
          <w:tcPr>
            <w:tcW w:w="1678" w:type="dxa"/>
          </w:tcPr>
          <w:p w14:paraId="57B95528" w14:textId="6547C65D" w:rsidR="00706336" w:rsidRDefault="00706336" w:rsidP="0070633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</w:t>
            </w:r>
            <w:r w:rsidRPr="7863184D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02</w:t>
            </w:r>
            <w:r w:rsidRPr="7863184D">
              <w:rPr>
                <w:rFonts w:asciiTheme="minorHAnsi" w:hAnsiTheme="minorHAnsi" w:cs="Arial"/>
                <w:sz w:val="22"/>
                <w:szCs w:val="22"/>
              </w:rPr>
              <w:t>/202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4756" w:type="dxa"/>
          </w:tcPr>
          <w:p w14:paraId="7C04BFE3" w14:textId="5FA36B0A" w:rsidR="00706336" w:rsidRDefault="00706336" w:rsidP="0070633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SfA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to NPMs</w:t>
            </w:r>
          </w:p>
        </w:tc>
      </w:tr>
      <w:bookmarkEnd w:id="2"/>
      <w:bookmarkEnd w:id="3"/>
      <w:bookmarkEnd w:id="6"/>
    </w:tbl>
    <w:p w14:paraId="00DA89C7" w14:textId="212B3812" w:rsidR="00F27864" w:rsidRPr="00B63A42" w:rsidRDefault="00F27864" w:rsidP="000033BF">
      <w:pPr>
        <w:rPr>
          <w:rFonts w:asciiTheme="minorHAnsi" w:hAnsiTheme="minorHAnsi" w:cs="Arial"/>
          <w:b/>
          <w:bCs/>
          <w:sz w:val="28"/>
          <w:szCs w:val="28"/>
          <w:lang w:val="en-US"/>
        </w:rPr>
      </w:pPr>
    </w:p>
    <w:sectPr w:rsidR="00F27864" w:rsidRPr="00B63A42" w:rsidSect="00F2786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FF2B07" w:rsidRDefault="00FF2B07" w:rsidP="004D5D73">
      <w:r>
        <w:separator/>
      </w:r>
    </w:p>
  </w:endnote>
  <w:endnote w:type="continuationSeparator" w:id="0">
    <w:p w14:paraId="5018236F" w14:textId="77777777" w:rsidR="00FF2B07" w:rsidRDefault="00FF2B07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DE6F" w14:textId="77777777" w:rsidR="00706336" w:rsidRDefault="00706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FF2B07" w:rsidRPr="00C80B22" w14:paraId="0253C7CC" w14:textId="77777777" w:rsidTr="00C80B22">
      <w:tc>
        <w:tcPr>
          <w:tcW w:w="8188" w:type="dxa"/>
        </w:tcPr>
        <w:p w14:paraId="725FBF4A" w14:textId="0E69FF84" w:rsidR="00FF2B07" w:rsidRPr="00445D05" w:rsidRDefault="00FF2B07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27ECA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RFC_NCTS_0166_CUSTDEV3-IAR-RTC56875-v</w:t>
          </w:r>
          <w:r w:rsidR="0070633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927ECA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70633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="00445D05">
            <w:rPr>
              <w:rFonts w:ascii="Arial" w:hAnsi="Arial" w:cs="Arial"/>
              <w:sz w:val="18"/>
              <w:szCs w:val="22"/>
              <w:lang w:val="en-US" w:eastAsia="en-US"/>
            </w:rPr>
            <w:t>(Sf</w:t>
          </w:r>
          <w:r w:rsidR="00706336">
            <w:rPr>
              <w:rFonts w:ascii="Arial" w:hAnsi="Arial" w:cs="Arial"/>
              <w:sz w:val="18"/>
              <w:szCs w:val="22"/>
              <w:lang w:val="en-US" w:eastAsia="en-US"/>
            </w:rPr>
            <w:t>A</w:t>
          </w:r>
          <w:r w:rsidR="00445D05">
            <w:rPr>
              <w:rFonts w:ascii="Arial" w:hAnsi="Arial" w:cs="Arial"/>
              <w:sz w:val="18"/>
              <w:szCs w:val="22"/>
              <w:lang w:val="en-US" w:eastAsia="en-US"/>
            </w:rPr>
            <w:t>-NPM).docx</w:t>
          </w:r>
        </w:p>
      </w:tc>
      <w:tc>
        <w:tcPr>
          <w:tcW w:w="1525" w:type="dxa"/>
        </w:tcPr>
        <w:p w14:paraId="5E3A6C26" w14:textId="77777777" w:rsidR="00FF2B07" w:rsidRPr="00C80B22" w:rsidRDefault="00FF2B0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  <w:bookmarkEnd w:id="7"/>
    <w:bookmarkEnd w:id="8"/>
    <w:bookmarkEnd w:id="9"/>
    <w:bookmarkEnd w:id="10"/>
  </w:tbl>
  <w:p w14:paraId="6324965A" w14:textId="77777777" w:rsidR="00FF2B07" w:rsidRPr="00C80B22" w:rsidRDefault="00FF2B07">
    <w:pPr>
      <w:pStyle w:val="Footer"/>
      <w:rPr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FF2B07" w:rsidRPr="00C80B22" w14:paraId="2DED1938" w14:textId="77777777" w:rsidTr="00983563">
      <w:tc>
        <w:tcPr>
          <w:tcW w:w="7899" w:type="dxa"/>
        </w:tcPr>
        <w:p w14:paraId="71EC7701" w14:textId="2EEE7C6A" w:rsidR="00FF2B07" w:rsidRPr="006630C1" w:rsidRDefault="00445D05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FILENAME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927ECA"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RFC_NCTS_0166_CUSTDEV3-IAR-RTC56875-v</w:t>
          </w:r>
          <w:r w:rsidR="0070633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1</w:t>
          </w:r>
          <w:r w:rsidR="00927ECA">
            <w:rPr>
              <w:rFonts w:ascii="Arial" w:hAnsi="Arial" w:cs="Arial"/>
              <w:noProof/>
              <w:sz w:val="18"/>
              <w:szCs w:val="22"/>
              <w:lang w:eastAsia="en-US"/>
            </w:rPr>
            <w:t>.</w:t>
          </w:r>
          <w:r w:rsidR="00706336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00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>
            <w:rPr>
              <w:rFonts w:ascii="Arial" w:hAnsi="Arial" w:cs="Arial"/>
              <w:sz w:val="18"/>
              <w:szCs w:val="22"/>
              <w:lang w:val="en-US" w:eastAsia="en-US"/>
            </w:rPr>
            <w:t>(Sf</w:t>
          </w:r>
          <w:r w:rsidR="00706336">
            <w:rPr>
              <w:rFonts w:ascii="Arial" w:hAnsi="Arial" w:cs="Arial"/>
              <w:sz w:val="18"/>
              <w:szCs w:val="22"/>
              <w:lang w:val="en-US" w:eastAsia="en-US"/>
            </w:rPr>
            <w:t>A</w:t>
          </w:r>
          <w:r>
            <w:rPr>
              <w:rFonts w:ascii="Arial" w:hAnsi="Arial" w:cs="Arial"/>
              <w:sz w:val="18"/>
              <w:szCs w:val="22"/>
              <w:lang w:val="en-US" w:eastAsia="en-US"/>
            </w:rPr>
            <w:t>-NPM).docx</w:t>
          </w:r>
        </w:p>
      </w:tc>
      <w:tc>
        <w:tcPr>
          <w:tcW w:w="1848" w:type="dxa"/>
        </w:tcPr>
        <w:p w14:paraId="179E45EB" w14:textId="77777777" w:rsidR="00FF2B07" w:rsidRPr="00C80B22" w:rsidRDefault="00FF2B07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FF2B07" w:rsidRPr="00C80B22" w:rsidRDefault="00FF2B07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FF2B07" w:rsidRDefault="00FF2B07" w:rsidP="004D5D73">
      <w:r>
        <w:separator/>
      </w:r>
    </w:p>
  </w:footnote>
  <w:footnote w:type="continuationSeparator" w:id="0">
    <w:p w14:paraId="357990E5" w14:textId="77777777" w:rsidR="00FF2B07" w:rsidRDefault="00FF2B07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1F82" w14:textId="60C864BF" w:rsidR="0079482F" w:rsidRDefault="00706336">
    <w:pPr>
      <w:pStyle w:val="Header"/>
    </w:pPr>
    <w:r>
      <w:rPr>
        <w:noProof/>
      </w:rPr>
      <w:pict w14:anchorId="43BDBB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469016" o:spid="_x0000_s162818" type="#_x0000_t136" style="position:absolute;margin-left:0;margin-top:0;width:589.8pt;height:56.1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5296C61" w:rsidR="00FF2B07" w:rsidRDefault="00706336" w:rsidP="00C80B22">
    <w:pPr>
      <w:pStyle w:val="Header"/>
      <w:jc w:val="both"/>
    </w:pPr>
    <w:r>
      <w:rPr>
        <w:noProof/>
      </w:rPr>
      <w:pict w14:anchorId="7139E5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469017" o:spid="_x0000_s162819" type="#_x0000_t136" style="position:absolute;left:0;text-align:left;margin-left:0;margin-top:0;width:589.8pt;height:56.1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FF2B07">
      <w:rPr>
        <w:noProof/>
        <w:lang w:val="en-US"/>
      </w:rPr>
      <w:tab/>
    </w:r>
    <w:r w:rsidR="00FF2B07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0CB9FD3" w:rsidR="00FF2B07" w:rsidRPr="00C80B22" w:rsidRDefault="00706336" w:rsidP="00871EB2">
    <w:pPr>
      <w:pStyle w:val="Header"/>
    </w:pPr>
    <w:r>
      <w:rPr>
        <w:noProof/>
      </w:rPr>
      <w:pict w14:anchorId="20A4E4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3469015" o:spid="_x0000_s162817" type="#_x0000_t136" style="position:absolute;margin-left:0;margin-top:0;width:589.8pt;height:56.1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FF2B07">
      <w:rPr>
        <w:noProof/>
      </w:rPr>
      <w:drawing>
        <wp:inline distT="0" distB="0" distL="0" distR="0" wp14:anchorId="5E0EE260" wp14:editId="38C2E0C8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118CC"/>
    <w:multiLevelType w:val="multilevel"/>
    <w:tmpl w:val="0C7A2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84416"/>
    <w:multiLevelType w:val="multilevel"/>
    <w:tmpl w:val="88C4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AD4F02"/>
    <w:multiLevelType w:val="hybridMultilevel"/>
    <w:tmpl w:val="AB94C4BA"/>
    <w:lvl w:ilvl="0" w:tplc="9B54947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D310B"/>
    <w:multiLevelType w:val="hybridMultilevel"/>
    <w:tmpl w:val="D964550A"/>
    <w:lvl w:ilvl="0" w:tplc="E2568A9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1619D"/>
    <w:multiLevelType w:val="multilevel"/>
    <w:tmpl w:val="38E8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8742C"/>
    <w:multiLevelType w:val="hybridMultilevel"/>
    <w:tmpl w:val="9E9C43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AC7499B"/>
    <w:multiLevelType w:val="multilevel"/>
    <w:tmpl w:val="15B2A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97A75"/>
    <w:multiLevelType w:val="multilevel"/>
    <w:tmpl w:val="3E92C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35B74"/>
    <w:multiLevelType w:val="multilevel"/>
    <w:tmpl w:val="5800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3674CA"/>
    <w:multiLevelType w:val="multilevel"/>
    <w:tmpl w:val="5D26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B7381E"/>
    <w:multiLevelType w:val="multilevel"/>
    <w:tmpl w:val="0FC8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8B0ABE"/>
    <w:multiLevelType w:val="multilevel"/>
    <w:tmpl w:val="751E6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75EEE"/>
    <w:multiLevelType w:val="hybridMultilevel"/>
    <w:tmpl w:val="0FB4E1EA"/>
    <w:lvl w:ilvl="0" w:tplc="9BB863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13246"/>
    <w:multiLevelType w:val="hybridMultilevel"/>
    <w:tmpl w:val="D7125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72B17"/>
    <w:multiLevelType w:val="hybridMultilevel"/>
    <w:tmpl w:val="7320F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57994"/>
    <w:multiLevelType w:val="multilevel"/>
    <w:tmpl w:val="FAF64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F6E95"/>
    <w:multiLevelType w:val="multilevel"/>
    <w:tmpl w:val="2BDC0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D746B6"/>
    <w:multiLevelType w:val="multilevel"/>
    <w:tmpl w:val="F658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090647"/>
    <w:multiLevelType w:val="hybridMultilevel"/>
    <w:tmpl w:val="7A487D4C"/>
    <w:lvl w:ilvl="0" w:tplc="19B453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D6000"/>
    <w:multiLevelType w:val="multilevel"/>
    <w:tmpl w:val="645A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A21F7F"/>
    <w:multiLevelType w:val="multilevel"/>
    <w:tmpl w:val="1918E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4748E1"/>
    <w:multiLevelType w:val="multilevel"/>
    <w:tmpl w:val="54CA4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3275DA"/>
    <w:multiLevelType w:val="multilevel"/>
    <w:tmpl w:val="0316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4699B"/>
    <w:multiLevelType w:val="multilevel"/>
    <w:tmpl w:val="59A8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93F6A2E"/>
    <w:multiLevelType w:val="hybridMultilevel"/>
    <w:tmpl w:val="6848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C410C"/>
    <w:multiLevelType w:val="hybridMultilevel"/>
    <w:tmpl w:val="FAE0EBFC"/>
    <w:lvl w:ilvl="0" w:tplc="3A4E316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41FCA"/>
    <w:multiLevelType w:val="multilevel"/>
    <w:tmpl w:val="8360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BE5D73"/>
    <w:multiLevelType w:val="hybridMultilevel"/>
    <w:tmpl w:val="3E84CD94"/>
    <w:lvl w:ilvl="0" w:tplc="D8723A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82F08"/>
    <w:multiLevelType w:val="multilevel"/>
    <w:tmpl w:val="F198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1E5F40"/>
    <w:multiLevelType w:val="multilevel"/>
    <w:tmpl w:val="C838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14"/>
  </w:num>
  <w:num w:numId="4">
    <w:abstractNumId w:val="31"/>
  </w:num>
  <w:num w:numId="5">
    <w:abstractNumId w:val="28"/>
  </w:num>
  <w:num w:numId="6">
    <w:abstractNumId w:val="21"/>
  </w:num>
  <w:num w:numId="7">
    <w:abstractNumId w:val="3"/>
  </w:num>
  <w:num w:numId="8">
    <w:abstractNumId w:val="2"/>
  </w:num>
  <w:num w:numId="9">
    <w:abstractNumId w:val="13"/>
  </w:num>
  <w:num w:numId="10">
    <w:abstractNumId w:val="30"/>
  </w:num>
  <w:num w:numId="11">
    <w:abstractNumId w:val="16"/>
  </w:num>
  <w:num w:numId="12">
    <w:abstractNumId w:val="15"/>
  </w:num>
  <w:num w:numId="13">
    <w:abstractNumId w:val="6"/>
  </w:num>
  <w:num w:numId="14">
    <w:abstractNumId w:val="0"/>
  </w:num>
  <w:num w:numId="15">
    <w:abstractNumId w:val="9"/>
  </w:num>
  <w:num w:numId="16">
    <w:abstractNumId w:val="12"/>
  </w:num>
  <w:num w:numId="17">
    <w:abstractNumId w:val="33"/>
  </w:num>
  <w:num w:numId="18">
    <w:abstractNumId w:val="32"/>
  </w:num>
  <w:num w:numId="19">
    <w:abstractNumId w:val="29"/>
  </w:num>
  <w:num w:numId="20">
    <w:abstractNumId w:val="23"/>
  </w:num>
  <w:num w:numId="21">
    <w:abstractNumId w:val="18"/>
  </w:num>
  <w:num w:numId="22">
    <w:abstractNumId w:val="4"/>
  </w:num>
  <w:num w:numId="23">
    <w:abstractNumId w:val="20"/>
  </w:num>
  <w:num w:numId="24">
    <w:abstractNumId w:val="22"/>
  </w:num>
  <w:num w:numId="25">
    <w:abstractNumId w:val="10"/>
  </w:num>
  <w:num w:numId="26">
    <w:abstractNumId w:val="24"/>
  </w:num>
  <w:num w:numId="27">
    <w:abstractNumId w:val="25"/>
  </w:num>
  <w:num w:numId="28">
    <w:abstractNumId w:val="7"/>
  </w:num>
  <w:num w:numId="29">
    <w:abstractNumId w:val="19"/>
  </w:num>
  <w:num w:numId="30">
    <w:abstractNumId w:val="1"/>
  </w:num>
  <w:num w:numId="31">
    <w:abstractNumId w:val="27"/>
  </w:num>
  <w:num w:numId="32">
    <w:abstractNumId w:val="26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162820"/>
    <o:shapelayout v:ext="edit">
      <o:idmap v:ext="edit" data="15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3BF"/>
    <w:rsid w:val="00003EC1"/>
    <w:rsid w:val="00004E4A"/>
    <w:rsid w:val="00007033"/>
    <w:rsid w:val="0001187D"/>
    <w:rsid w:val="00011D8C"/>
    <w:rsid w:val="00014EB9"/>
    <w:rsid w:val="00015C08"/>
    <w:rsid w:val="00017783"/>
    <w:rsid w:val="00026214"/>
    <w:rsid w:val="0003721E"/>
    <w:rsid w:val="000433B1"/>
    <w:rsid w:val="000468BD"/>
    <w:rsid w:val="0005709F"/>
    <w:rsid w:val="00057E8A"/>
    <w:rsid w:val="00061A20"/>
    <w:rsid w:val="0006231B"/>
    <w:rsid w:val="00064B29"/>
    <w:rsid w:val="000655BA"/>
    <w:rsid w:val="00071450"/>
    <w:rsid w:val="000732C3"/>
    <w:rsid w:val="00074158"/>
    <w:rsid w:val="00081E37"/>
    <w:rsid w:val="000900D6"/>
    <w:rsid w:val="0009726D"/>
    <w:rsid w:val="000A02DA"/>
    <w:rsid w:val="000B22A3"/>
    <w:rsid w:val="000B4054"/>
    <w:rsid w:val="000B62B2"/>
    <w:rsid w:val="000B6770"/>
    <w:rsid w:val="000C0175"/>
    <w:rsid w:val="000C6BDC"/>
    <w:rsid w:val="000D6CCE"/>
    <w:rsid w:val="000D78E2"/>
    <w:rsid w:val="000E0DA8"/>
    <w:rsid w:val="000E44E6"/>
    <w:rsid w:val="000F2F67"/>
    <w:rsid w:val="000F5C4D"/>
    <w:rsid w:val="00100E4C"/>
    <w:rsid w:val="00104516"/>
    <w:rsid w:val="001142E7"/>
    <w:rsid w:val="00116D54"/>
    <w:rsid w:val="00117099"/>
    <w:rsid w:val="00120A24"/>
    <w:rsid w:val="001249FA"/>
    <w:rsid w:val="0012622B"/>
    <w:rsid w:val="0012740D"/>
    <w:rsid w:val="00130929"/>
    <w:rsid w:val="00131CEE"/>
    <w:rsid w:val="0013661B"/>
    <w:rsid w:val="001400CE"/>
    <w:rsid w:val="00142216"/>
    <w:rsid w:val="0015708D"/>
    <w:rsid w:val="0015720D"/>
    <w:rsid w:val="00160190"/>
    <w:rsid w:val="00164E27"/>
    <w:rsid w:val="00166176"/>
    <w:rsid w:val="00167847"/>
    <w:rsid w:val="00170B8F"/>
    <w:rsid w:val="001809E4"/>
    <w:rsid w:val="00180F9A"/>
    <w:rsid w:val="00181E6C"/>
    <w:rsid w:val="00182E77"/>
    <w:rsid w:val="00184F1E"/>
    <w:rsid w:val="001850ED"/>
    <w:rsid w:val="0019490C"/>
    <w:rsid w:val="00196023"/>
    <w:rsid w:val="001A2469"/>
    <w:rsid w:val="001A303D"/>
    <w:rsid w:val="001A7DAD"/>
    <w:rsid w:val="001B15BF"/>
    <w:rsid w:val="001B4323"/>
    <w:rsid w:val="001B6C1D"/>
    <w:rsid w:val="001C2E11"/>
    <w:rsid w:val="001C69C1"/>
    <w:rsid w:val="001D7249"/>
    <w:rsid w:val="001E1272"/>
    <w:rsid w:val="001E2A55"/>
    <w:rsid w:val="001E620B"/>
    <w:rsid w:val="001F0217"/>
    <w:rsid w:val="001F16BA"/>
    <w:rsid w:val="001F6035"/>
    <w:rsid w:val="00206DAD"/>
    <w:rsid w:val="002132EC"/>
    <w:rsid w:val="00213EEB"/>
    <w:rsid w:val="00223622"/>
    <w:rsid w:val="00231261"/>
    <w:rsid w:val="002337D9"/>
    <w:rsid w:val="00234D9E"/>
    <w:rsid w:val="00235DE1"/>
    <w:rsid w:val="00240D75"/>
    <w:rsid w:val="00254E2B"/>
    <w:rsid w:val="0025617A"/>
    <w:rsid w:val="002563DD"/>
    <w:rsid w:val="0027072D"/>
    <w:rsid w:val="00275EC1"/>
    <w:rsid w:val="00277E44"/>
    <w:rsid w:val="00280C1A"/>
    <w:rsid w:val="002817A3"/>
    <w:rsid w:val="002903ED"/>
    <w:rsid w:val="002A4909"/>
    <w:rsid w:val="002A6300"/>
    <w:rsid w:val="002B3C13"/>
    <w:rsid w:val="002B5C6D"/>
    <w:rsid w:val="002C2DA2"/>
    <w:rsid w:val="002C4F4B"/>
    <w:rsid w:val="002E3717"/>
    <w:rsid w:val="002E553F"/>
    <w:rsid w:val="002F200E"/>
    <w:rsid w:val="002F50E7"/>
    <w:rsid w:val="002F6323"/>
    <w:rsid w:val="002F6E78"/>
    <w:rsid w:val="00303F74"/>
    <w:rsid w:val="00316650"/>
    <w:rsid w:val="00322297"/>
    <w:rsid w:val="003242BC"/>
    <w:rsid w:val="00334FC1"/>
    <w:rsid w:val="0033630D"/>
    <w:rsid w:val="00336B2B"/>
    <w:rsid w:val="003371B5"/>
    <w:rsid w:val="00340B6D"/>
    <w:rsid w:val="00344776"/>
    <w:rsid w:val="00346F03"/>
    <w:rsid w:val="0035057A"/>
    <w:rsid w:val="00352F46"/>
    <w:rsid w:val="00356E9A"/>
    <w:rsid w:val="003643E4"/>
    <w:rsid w:val="00364C2F"/>
    <w:rsid w:val="00365DAE"/>
    <w:rsid w:val="0037028B"/>
    <w:rsid w:val="00370380"/>
    <w:rsid w:val="003709F7"/>
    <w:rsid w:val="00376145"/>
    <w:rsid w:val="00381F1E"/>
    <w:rsid w:val="00385EE7"/>
    <w:rsid w:val="003939E3"/>
    <w:rsid w:val="00394A63"/>
    <w:rsid w:val="00396B06"/>
    <w:rsid w:val="003A160E"/>
    <w:rsid w:val="003A1DBE"/>
    <w:rsid w:val="003A27DD"/>
    <w:rsid w:val="003B1930"/>
    <w:rsid w:val="003B4134"/>
    <w:rsid w:val="003D14E0"/>
    <w:rsid w:val="003D4A7A"/>
    <w:rsid w:val="003E17A1"/>
    <w:rsid w:val="003E6422"/>
    <w:rsid w:val="003E7757"/>
    <w:rsid w:val="003F44CE"/>
    <w:rsid w:val="00402055"/>
    <w:rsid w:val="00411BDF"/>
    <w:rsid w:val="004228B0"/>
    <w:rsid w:val="004242E9"/>
    <w:rsid w:val="00430D2A"/>
    <w:rsid w:val="00431E16"/>
    <w:rsid w:val="00442114"/>
    <w:rsid w:val="00442F85"/>
    <w:rsid w:val="004444E8"/>
    <w:rsid w:val="00445D05"/>
    <w:rsid w:val="0044728C"/>
    <w:rsid w:val="004508BA"/>
    <w:rsid w:val="0045336F"/>
    <w:rsid w:val="0046158E"/>
    <w:rsid w:val="004626C9"/>
    <w:rsid w:val="00463B10"/>
    <w:rsid w:val="00466D6C"/>
    <w:rsid w:val="00472022"/>
    <w:rsid w:val="0047520F"/>
    <w:rsid w:val="00475C22"/>
    <w:rsid w:val="004900EF"/>
    <w:rsid w:val="00491953"/>
    <w:rsid w:val="004B4450"/>
    <w:rsid w:val="004C1DBF"/>
    <w:rsid w:val="004C3088"/>
    <w:rsid w:val="004C5169"/>
    <w:rsid w:val="004C6FCC"/>
    <w:rsid w:val="004D340A"/>
    <w:rsid w:val="004D416C"/>
    <w:rsid w:val="004D5D73"/>
    <w:rsid w:val="004E2742"/>
    <w:rsid w:val="004E4503"/>
    <w:rsid w:val="004F0391"/>
    <w:rsid w:val="004F6F14"/>
    <w:rsid w:val="005017F3"/>
    <w:rsid w:val="0051080C"/>
    <w:rsid w:val="00511BD3"/>
    <w:rsid w:val="00511E2D"/>
    <w:rsid w:val="005125E3"/>
    <w:rsid w:val="005133CE"/>
    <w:rsid w:val="00514709"/>
    <w:rsid w:val="0051642D"/>
    <w:rsid w:val="005166C5"/>
    <w:rsid w:val="00516A7A"/>
    <w:rsid w:val="00525655"/>
    <w:rsid w:val="00527F05"/>
    <w:rsid w:val="00532AF4"/>
    <w:rsid w:val="005351C4"/>
    <w:rsid w:val="00543370"/>
    <w:rsid w:val="00552D56"/>
    <w:rsid w:val="005532F6"/>
    <w:rsid w:val="00556454"/>
    <w:rsid w:val="0056427D"/>
    <w:rsid w:val="005658DD"/>
    <w:rsid w:val="00574762"/>
    <w:rsid w:val="00576CAB"/>
    <w:rsid w:val="00586DB1"/>
    <w:rsid w:val="00587EF8"/>
    <w:rsid w:val="00591493"/>
    <w:rsid w:val="00593DFC"/>
    <w:rsid w:val="0059561B"/>
    <w:rsid w:val="005A1578"/>
    <w:rsid w:val="005A252F"/>
    <w:rsid w:val="005A7AEC"/>
    <w:rsid w:val="005B3A91"/>
    <w:rsid w:val="005C2CE6"/>
    <w:rsid w:val="005C6F8C"/>
    <w:rsid w:val="005D0FF8"/>
    <w:rsid w:val="005D22A8"/>
    <w:rsid w:val="005D3345"/>
    <w:rsid w:val="005D6BA9"/>
    <w:rsid w:val="005E1434"/>
    <w:rsid w:val="005E1A02"/>
    <w:rsid w:val="005E6A3F"/>
    <w:rsid w:val="005F7EF0"/>
    <w:rsid w:val="00607503"/>
    <w:rsid w:val="006166B1"/>
    <w:rsid w:val="006310F8"/>
    <w:rsid w:val="00641A0A"/>
    <w:rsid w:val="00642EE1"/>
    <w:rsid w:val="006448D0"/>
    <w:rsid w:val="006522DF"/>
    <w:rsid w:val="00653407"/>
    <w:rsid w:val="0065351F"/>
    <w:rsid w:val="00661844"/>
    <w:rsid w:val="00661933"/>
    <w:rsid w:val="006630C1"/>
    <w:rsid w:val="006663E5"/>
    <w:rsid w:val="00684C80"/>
    <w:rsid w:val="0069349F"/>
    <w:rsid w:val="00697E32"/>
    <w:rsid w:val="006A2913"/>
    <w:rsid w:val="006B1220"/>
    <w:rsid w:val="006B66DD"/>
    <w:rsid w:val="006E14CE"/>
    <w:rsid w:val="006E2F97"/>
    <w:rsid w:val="006E6CAC"/>
    <w:rsid w:val="006F3075"/>
    <w:rsid w:val="006F6D27"/>
    <w:rsid w:val="00706336"/>
    <w:rsid w:val="007072E8"/>
    <w:rsid w:val="0071143E"/>
    <w:rsid w:val="00712F29"/>
    <w:rsid w:val="00720090"/>
    <w:rsid w:val="0072160A"/>
    <w:rsid w:val="007233E5"/>
    <w:rsid w:val="00733296"/>
    <w:rsid w:val="00735628"/>
    <w:rsid w:val="00744EC1"/>
    <w:rsid w:val="0074700D"/>
    <w:rsid w:val="00750EE5"/>
    <w:rsid w:val="0076191F"/>
    <w:rsid w:val="00764186"/>
    <w:rsid w:val="00764E4C"/>
    <w:rsid w:val="00766A37"/>
    <w:rsid w:val="00767CDA"/>
    <w:rsid w:val="0077316B"/>
    <w:rsid w:val="007812C8"/>
    <w:rsid w:val="00781A10"/>
    <w:rsid w:val="00785472"/>
    <w:rsid w:val="0079482F"/>
    <w:rsid w:val="007B0B4C"/>
    <w:rsid w:val="007C1293"/>
    <w:rsid w:val="007C5613"/>
    <w:rsid w:val="007D5B9C"/>
    <w:rsid w:val="007D7D92"/>
    <w:rsid w:val="007E42AD"/>
    <w:rsid w:val="007F6E40"/>
    <w:rsid w:val="00801520"/>
    <w:rsid w:val="00803A90"/>
    <w:rsid w:val="008058FA"/>
    <w:rsid w:val="00806923"/>
    <w:rsid w:val="00807078"/>
    <w:rsid w:val="00810CA2"/>
    <w:rsid w:val="0081323B"/>
    <w:rsid w:val="008163F3"/>
    <w:rsid w:val="00821359"/>
    <w:rsid w:val="00830203"/>
    <w:rsid w:val="00832408"/>
    <w:rsid w:val="00832A6E"/>
    <w:rsid w:val="00837369"/>
    <w:rsid w:val="00837A0F"/>
    <w:rsid w:val="008451E9"/>
    <w:rsid w:val="00846B19"/>
    <w:rsid w:val="00852911"/>
    <w:rsid w:val="00856802"/>
    <w:rsid w:val="0086647A"/>
    <w:rsid w:val="008719D6"/>
    <w:rsid w:val="00871EB2"/>
    <w:rsid w:val="0087347D"/>
    <w:rsid w:val="00873843"/>
    <w:rsid w:val="00873A10"/>
    <w:rsid w:val="00876058"/>
    <w:rsid w:val="008803F1"/>
    <w:rsid w:val="00880EEE"/>
    <w:rsid w:val="00884674"/>
    <w:rsid w:val="00884E58"/>
    <w:rsid w:val="00885825"/>
    <w:rsid w:val="008941B8"/>
    <w:rsid w:val="008A1364"/>
    <w:rsid w:val="008A1EE6"/>
    <w:rsid w:val="008B1A1A"/>
    <w:rsid w:val="008B6AE8"/>
    <w:rsid w:val="008B77D2"/>
    <w:rsid w:val="008C23EE"/>
    <w:rsid w:val="008C3A83"/>
    <w:rsid w:val="008C3F12"/>
    <w:rsid w:val="008D3101"/>
    <w:rsid w:val="008E0BCA"/>
    <w:rsid w:val="008E7302"/>
    <w:rsid w:val="008E74E0"/>
    <w:rsid w:val="0090146D"/>
    <w:rsid w:val="00901D8D"/>
    <w:rsid w:val="00902CA7"/>
    <w:rsid w:val="00906339"/>
    <w:rsid w:val="00911666"/>
    <w:rsid w:val="00914600"/>
    <w:rsid w:val="00914A03"/>
    <w:rsid w:val="00914B08"/>
    <w:rsid w:val="00921FC1"/>
    <w:rsid w:val="00921FE0"/>
    <w:rsid w:val="009221C4"/>
    <w:rsid w:val="009261D5"/>
    <w:rsid w:val="00927ECA"/>
    <w:rsid w:val="00937207"/>
    <w:rsid w:val="0094004B"/>
    <w:rsid w:val="0094041F"/>
    <w:rsid w:val="009439BD"/>
    <w:rsid w:val="009500A3"/>
    <w:rsid w:val="00955D0A"/>
    <w:rsid w:val="00960D22"/>
    <w:rsid w:val="00965026"/>
    <w:rsid w:val="00973C4B"/>
    <w:rsid w:val="009747E9"/>
    <w:rsid w:val="00983563"/>
    <w:rsid w:val="00984172"/>
    <w:rsid w:val="0098696B"/>
    <w:rsid w:val="00986EBC"/>
    <w:rsid w:val="0099166F"/>
    <w:rsid w:val="00991EA8"/>
    <w:rsid w:val="00993E2D"/>
    <w:rsid w:val="00995ECB"/>
    <w:rsid w:val="009A3029"/>
    <w:rsid w:val="009B1024"/>
    <w:rsid w:val="009B4627"/>
    <w:rsid w:val="009C5058"/>
    <w:rsid w:val="009D1AB0"/>
    <w:rsid w:val="009F7F89"/>
    <w:rsid w:val="00A03BF3"/>
    <w:rsid w:val="00A10DDE"/>
    <w:rsid w:val="00A13716"/>
    <w:rsid w:val="00A32667"/>
    <w:rsid w:val="00A32D3E"/>
    <w:rsid w:val="00A33F66"/>
    <w:rsid w:val="00A355EE"/>
    <w:rsid w:val="00A37764"/>
    <w:rsid w:val="00A37C91"/>
    <w:rsid w:val="00A41143"/>
    <w:rsid w:val="00A43E22"/>
    <w:rsid w:val="00A4529F"/>
    <w:rsid w:val="00A457AF"/>
    <w:rsid w:val="00A45BEB"/>
    <w:rsid w:val="00A520D8"/>
    <w:rsid w:val="00A61697"/>
    <w:rsid w:val="00A6292E"/>
    <w:rsid w:val="00A66D42"/>
    <w:rsid w:val="00A7459B"/>
    <w:rsid w:val="00A8294B"/>
    <w:rsid w:val="00A84FA7"/>
    <w:rsid w:val="00A91615"/>
    <w:rsid w:val="00A928F0"/>
    <w:rsid w:val="00A94C11"/>
    <w:rsid w:val="00A951AA"/>
    <w:rsid w:val="00A97D90"/>
    <w:rsid w:val="00AA7A2A"/>
    <w:rsid w:val="00AA7DE0"/>
    <w:rsid w:val="00AB7843"/>
    <w:rsid w:val="00AC1CE2"/>
    <w:rsid w:val="00AC774F"/>
    <w:rsid w:val="00AD6119"/>
    <w:rsid w:val="00AE02FA"/>
    <w:rsid w:val="00AE0631"/>
    <w:rsid w:val="00AE2774"/>
    <w:rsid w:val="00AE5C2F"/>
    <w:rsid w:val="00AE6758"/>
    <w:rsid w:val="00AF24D8"/>
    <w:rsid w:val="00AF40B5"/>
    <w:rsid w:val="00AF42EF"/>
    <w:rsid w:val="00B04E76"/>
    <w:rsid w:val="00B100D1"/>
    <w:rsid w:val="00B25C97"/>
    <w:rsid w:val="00B26F60"/>
    <w:rsid w:val="00B320DA"/>
    <w:rsid w:val="00B4294E"/>
    <w:rsid w:val="00B443CE"/>
    <w:rsid w:val="00B509CB"/>
    <w:rsid w:val="00B57346"/>
    <w:rsid w:val="00B62BD3"/>
    <w:rsid w:val="00B63A42"/>
    <w:rsid w:val="00B712AB"/>
    <w:rsid w:val="00B715F9"/>
    <w:rsid w:val="00B75D4D"/>
    <w:rsid w:val="00B810AF"/>
    <w:rsid w:val="00B9732F"/>
    <w:rsid w:val="00B97D40"/>
    <w:rsid w:val="00BB2223"/>
    <w:rsid w:val="00BB5BBF"/>
    <w:rsid w:val="00BB7B23"/>
    <w:rsid w:val="00BC7701"/>
    <w:rsid w:val="00BE1A5F"/>
    <w:rsid w:val="00BE37D8"/>
    <w:rsid w:val="00BF5C9A"/>
    <w:rsid w:val="00C001F9"/>
    <w:rsid w:val="00C045DC"/>
    <w:rsid w:val="00C05C44"/>
    <w:rsid w:val="00C05F06"/>
    <w:rsid w:val="00C17EB1"/>
    <w:rsid w:val="00C2071E"/>
    <w:rsid w:val="00C20993"/>
    <w:rsid w:val="00C25BCC"/>
    <w:rsid w:val="00C260E3"/>
    <w:rsid w:val="00C37C1A"/>
    <w:rsid w:val="00C42ABC"/>
    <w:rsid w:val="00C5793E"/>
    <w:rsid w:val="00C62FB6"/>
    <w:rsid w:val="00C7136E"/>
    <w:rsid w:val="00C7138C"/>
    <w:rsid w:val="00C71810"/>
    <w:rsid w:val="00C80B22"/>
    <w:rsid w:val="00C81770"/>
    <w:rsid w:val="00C82316"/>
    <w:rsid w:val="00C9095F"/>
    <w:rsid w:val="00CA15B9"/>
    <w:rsid w:val="00CA1E59"/>
    <w:rsid w:val="00CA2185"/>
    <w:rsid w:val="00CA2CC6"/>
    <w:rsid w:val="00CB07A2"/>
    <w:rsid w:val="00CB2680"/>
    <w:rsid w:val="00CB36A3"/>
    <w:rsid w:val="00CB3A4A"/>
    <w:rsid w:val="00CC490D"/>
    <w:rsid w:val="00CC6326"/>
    <w:rsid w:val="00CD16D8"/>
    <w:rsid w:val="00CE056E"/>
    <w:rsid w:val="00CE4C66"/>
    <w:rsid w:val="00CE5E55"/>
    <w:rsid w:val="00CE5FC0"/>
    <w:rsid w:val="00CF3BC9"/>
    <w:rsid w:val="00CF4AB6"/>
    <w:rsid w:val="00CF5335"/>
    <w:rsid w:val="00D00844"/>
    <w:rsid w:val="00D00E79"/>
    <w:rsid w:val="00D062A5"/>
    <w:rsid w:val="00D073F1"/>
    <w:rsid w:val="00D10DC7"/>
    <w:rsid w:val="00D13B94"/>
    <w:rsid w:val="00D140AB"/>
    <w:rsid w:val="00D17DDD"/>
    <w:rsid w:val="00D20BAF"/>
    <w:rsid w:val="00D213CD"/>
    <w:rsid w:val="00D23122"/>
    <w:rsid w:val="00D3220D"/>
    <w:rsid w:val="00D32A8C"/>
    <w:rsid w:val="00D42EE3"/>
    <w:rsid w:val="00D467E6"/>
    <w:rsid w:val="00D526B6"/>
    <w:rsid w:val="00D57919"/>
    <w:rsid w:val="00D73B66"/>
    <w:rsid w:val="00D73CC3"/>
    <w:rsid w:val="00D84085"/>
    <w:rsid w:val="00D846D8"/>
    <w:rsid w:val="00D86AF5"/>
    <w:rsid w:val="00D93900"/>
    <w:rsid w:val="00D943EB"/>
    <w:rsid w:val="00D96404"/>
    <w:rsid w:val="00D97587"/>
    <w:rsid w:val="00DA4627"/>
    <w:rsid w:val="00DC0AC3"/>
    <w:rsid w:val="00DD64A4"/>
    <w:rsid w:val="00DE1561"/>
    <w:rsid w:val="00DE247E"/>
    <w:rsid w:val="00DE67DA"/>
    <w:rsid w:val="00DE76DB"/>
    <w:rsid w:val="00DF3470"/>
    <w:rsid w:val="00E03098"/>
    <w:rsid w:val="00E121D2"/>
    <w:rsid w:val="00E137E0"/>
    <w:rsid w:val="00E14399"/>
    <w:rsid w:val="00E24D98"/>
    <w:rsid w:val="00E24DBC"/>
    <w:rsid w:val="00E2743B"/>
    <w:rsid w:val="00E2795F"/>
    <w:rsid w:val="00E41A13"/>
    <w:rsid w:val="00E42749"/>
    <w:rsid w:val="00E53DC3"/>
    <w:rsid w:val="00E55622"/>
    <w:rsid w:val="00E55C87"/>
    <w:rsid w:val="00E639AB"/>
    <w:rsid w:val="00E64CC4"/>
    <w:rsid w:val="00E73831"/>
    <w:rsid w:val="00E769B4"/>
    <w:rsid w:val="00E8057B"/>
    <w:rsid w:val="00E81B98"/>
    <w:rsid w:val="00E86269"/>
    <w:rsid w:val="00E87A28"/>
    <w:rsid w:val="00E92DD1"/>
    <w:rsid w:val="00E94456"/>
    <w:rsid w:val="00EA03B1"/>
    <w:rsid w:val="00EA1B9E"/>
    <w:rsid w:val="00EA1F39"/>
    <w:rsid w:val="00EA621B"/>
    <w:rsid w:val="00EA6D3B"/>
    <w:rsid w:val="00EB0BED"/>
    <w:rsid w:val="00EB1824"/>
    <w:rsid w:val="00EB1D3E"/>
    <w:rsid w:val="00EB22A0"/>
    <w:rsid w:val="00EC231B"/>
    <w:rsid w:val="00EC2ADE"/>
    <w:rsid w:val="00EC37F6"/>
    <w:rsid w:val="00ED4AC2"/>
    <w:rsid w:val="00ED60D4"/>
    <w:rsid w:val="00ED74FF"/>
    <w:rsid w:val="00ED7EF8"/>
    <w:rsid w:val="00EE653F"/>
    <w:rsid w:val="00EE7CA2"/>
    <w:rsid w:val="00EF164F"/>
    <w:rsid w:val="00EF3A27"/>
    <w:rsid w:val="00F06FC3"/>
    <w:rsid w:val="00F118B4"/>
    <w:rsid w:val="00F14B16"/>
    <w:rsid w:val="00F16A41"/>
    <w:rsid w:val="00F16C87"/>
    <w:rsid w:val="00F24392"/>
    <w:rsid w:val="00F27864"/>
    <w:rsid w:val="00F347A0"/>
    <w:rsid w:val="00F37D0C"/>
    <w:rsid w:val="00F37F4B"/>
    <w:rsid w:val="00F411BD"/>
    <w:rsid w:val="00F54C40"/>
    <w:rsid w:val="00F66454"/>
    <w:rsid w:val="00F759D0"/>
    <w:rsid w:val="00F83139"/>
    <w:rsid w:val="00F842F3"/>
    <w:rsid w:val="00F93073"/>
    <w:rsid w:val="00F935D2"/>
    <w:rsid w:val="00F94A9D"/>
    <w:rsid w:val="00F95774"/>
    <w:rsid w:val="00F96655"/>
    <w:rsid w:val="00F97DAA"/>
    <w:rsid w:val="00FB0C66"/>
    <w:rsid w:val="00FB1178"/>
    <w:rsid w:val="00FB459A"/>
    <w:rsid w:val="00FB7DB7"/>
    <w:rsid w:val="00FC3177"/>
    <w:rsid w:val="00FC6718"/>
    <w:rsid w:val="00FD18CF"/>
    <w:rsid w:val="00FE4E11"/>
    <w:rsid w:val="00FE4EC9"/>
    <w:rsid w:val="00FE6B83"/>
    <w:rsid w:val="00FE72EE"/>
    <w:rsid w:val="00FF2B07"/>
    <w:rsid w:val="00FF35C3"/>
    <w:rsid w:val="00FF477C"/>
    <w:rsid w:val="00FF6ED2"/>
    <w:rsid w:val="00FF704F"/>
    <w:rsid w:val="00FF78E1"/>
    <w:rsid w:val="022079EE"/>
    <w:rsid w:val="0486C5D5"/>
    <w:rsid w:val="06A8DC2C"/>
    <w:rsid w:val="0EFA98D1"/>
    <w:rsid w:val="132D5199"/>
    <w:rsid w:val="2D79D52D"/>
    <w:rsid w:val="2F6D39AF"/>
    <w:rsid w:val="35C55943"/>
    <w:rsid w:val="38EBF174"/>
    <w:rsid w:val="3D576FD1"/>
    <w:rsid w:val="4453111B"/>
    <w:rsid w:val="4625CA7A"/>
    <w:rsid w:val="4F98A226"/>
    <w:rsid w:val="55463399"/>
    <w:rsid w:val="57E0B891"/>
    <w:rsid w:val="63F07221"/>
    <w:rsid w:val="6456D764"/>
    <w:rsid w:val="66B03380"/>
    <w:rsid w:val="6FFE8151"/>
    <w:rsid w:val="754589AE"/>
    <w:rsid w:val="7863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20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E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3736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D10DC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995EC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993E2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paragraph">
    <w:name w:val="paragraph"/>
    <w:basedOn w:val="Normal"/>
    <w:rsid w:val="00DC0AC3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DC0AC3"/>
  </w:style>
  <w:style w:type="character" w:customStyle="1" w:styleId="eop">
    <w:name w:val="eop"/>
    <w:basedOn w:val="DefaultParagraphFont"/>
    <w:rsid w:val="00DC0AC3"/>
  </w:style>
  <w:style w:type="paragraph" w:styleId="NormalWeb">
    <w:name w:val="Normal (Web)"/>
    <w:basedOn w:val="Normal"/>
    <w:uiPriority w:val="99"/>
    <w:unhideWhenUsed/>
    <w:rsid w:val="00852911"/>
    <w:pPr>
      <w:spacing w:before="100" w:beforeAutospacing="1" w:after="100" w:afterAutospacing="1"/>
    </w:pPr>
    <w:rPr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83736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table" w:styleId="GridTable4-Accent1">
    <w:name w:val="Grid Table 4 Accent 1"/>
    <w:basedOn w:val="TableNormal"/>
    <w:uiPriority w:val="49"/>
    <w:rsid w:val="00CE5FC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7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0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1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6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4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3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F178D89E-DB7F-474D-9429-54903A589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3D8281-AC02-4A37-A1B0-51027BAC8E3B}"/>
</file>

<file path=customXml/itemProps3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94ecd273-0abb-44cd-abc1-ea712a9f597c"/>
    <ds:schemaRef ds:uri="http://schemas.microsoft.com/office/infopath/2007/PartnerControls"/>
    <ds:schemaRef ds:uri="25a5aa76-4b22-43c3-9bb9-6f2fb36d90b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54</TotalTime>
  <Pages>4</Pages>
  <Words>445</Words>
  <Characters>3220</Characters>
  <Application>Microsoft Office Word</Application>
  <DocSecurity>0</DocSecurity>
  <Lines>26</Lines>
  <Paragraphs>7</Paragraphs>
  <ScaleCrop>false</ScaleCrop>
  <Company>European Commission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R5</dc:creator>
  <cp:lastModifiedBy>CD3 Team</cp:lastModifiedBy>
  <cp:revision>41</cp:revision>
  <cp:lastPrinted>2014-03-17T16:31:00Z</cp:lastPrinted>
  <dcterms:created xsi:type="dcterms:W3CDTF">2021-11-17T13:52:00Z</dcterms:created>
  <dcterms:modified xsi:type="dcterms:W3CDTF">2022-02-25T11:23:00Z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